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jc w:val="center"/>
        <w:tblInd w:w="86" w:type="dxa"/>
        <w:shd w:val="clear" w:color="auto" w:fill="FFFFFF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3074"/>
        <w:gridCol w:w="6286"/>
      </w:tblGrid>
      <w:tr w:rsidR="001572C3" w:rsidRPr="00E51824" w:rsidTr="00556923">
        <w:trPr>
          <w:trHeight w:val="360"/>
          <w:jc w:val="center"/>
        </w:trPr>
        <w:tc>
          <w:tcPr>
            <w:tcW w:w="3074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572C3" w:rsidRPr="009346EF" w:rsidRDefault="009B1D68" w:rsidP="001572C3">
            <w:pPr>
              <w:pStyle w:val="AllCapsHeading"/>
              <w:rPr>
                <w:lang w:val="fr-FR"/>
              </w:rPr>
            </w:pPr>
            <w:r>
              <w:rPr>
                <w:noProof/>
                <w:sz w:val="16"/>
                <w:szCs w:val="16"/>
                <w:lang w:val="fr-FR" w:eastAsia="fr-FR" w:bidi="ar-SA"/>
              </w:rPr>
              <w:drawing>
                <wp:inline distT="0" distB="0" distL="0" distR="0">
                  <wp:extent cx="1800225" cy="542925"/>
                  <wp:effectExtent l="19050" t="0" r="9525" b="0"/>
                  <wp:docPr id="4" name="Image 4" descr="Light_grey_5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ight_grey_5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6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572C3" w:rsidRPr="00E51824" w:rsidRDefault="00E51824" w:rsidP="00A35753">
            <w:pPr>
              <w:rPr>
                <w:sz w:val="32"/>
                <w:szCs w:val="32"/>
                <w:lang w:val="en-US"/>
              </w:rPr>
            </w:pPr>
            <w:proofErr w:type="spellStart"/>
            <w:r w:rsidRPr="00E51824">
              <w:rPr>
                <w:b/>
                <w:sz w:val="32"/>
                <w:szCs w:val="32"/>
                <w:lang w:val="en-US"/>
              </w:rPr>
              <w:t>Sistema</w:t>
            </w:r>
            <w:proofErr w:type="spellEnd"/>
            <w:r w:rsidRPr="00E51824">
              <w:rPr>
                <w:b/>
                <w:sz w:val="32"/>
                <w:szCs w:val="32"/>
                <w:lang w:val="en-US"/>
              </w:rPr>
              <w:t xml:space="preserve"> Integral</w:t>
            </w:r>
            <w:r w:rsidR="007F6408" w:rsidRPr="00E51824">
              <w:rPr>
                <w:b/>
                <w:sz w:val="32"/>
                <w:szCs w:val="32"/>
                <w:lang w:val="en-US"/>
              </w:rPr>
              <w:t xml:space="preserve"> </w:t>
            </w:r>
            <w:r w:rsidR="00DC5BA1" w:rsidRPr="00E51824">
              <w:rPr>
                <w:b/>
                <w:sz w:val="32"/>
                <w:szCs w:val="32"/>
                <w:lang w:val="en-US"/>
              </w:rPr>
              <w:t xml:space="preserve">– </w:t>
            </w:r>
            <w:r w:rsidR="00A35753">
              <w:rPr>
                <w:b/>
                <w:sz w:val="32"/>
                <w:szCs w:val="32"/>
                <w:lang w:val="en-US"/>
              </w:rPr>
              <w:t>Third</w:t>
            </w:r>
            <w:r>
              <w:rPr>
                <w:b/>
                <w:sz w:val="32"/>
                <w:szCs w:val="32"/>
                <w:lang w:val="en-US"/>
              </w:rPr>
              <w:t xml:space="preserve"> v</w:t>
            </w:r>
            <w:r w:rsidR="00C27EBC" w:rsidRPr="00E51824">
              <w:rPr>
                <w:b/>
                <w:sz w:val="32"/>
                <w:szCs w:val="32"/>
                <w:lang w:val="en-US"/>
              </w:rPr>
              <w:t>ideoconference</w:t>
            </w:r>
            <w:r w:rsidRPr="00E51824">
              <w:rPr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on</w:t>
            </w:r>
            <w:r w:rsidRPr="00E51824">
              <w:rPr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 xml:space="preserve">SI </w:t>
            </w:r>
            <w:r w:rsidRPr="00E51824">
              <w:rPr>
                <w:b/>
                <w:sz w:val="32"/>
                <w:szCs w:val="32"/>
                <w:lang w:val="en-US"/>
              </w:rPr>
              <w:t>recast</w:t>
            </w:r>
          </w:p>
        </w:tc>
      </w:tr>
      <w:tr w:rsidR="00121039" w:rsidRPr="00E51824" w:rsidTr="00954F6C">
        <w:trPr>
          <w:trHeight w:val="229"/>
          <w:jc w:val="center"/>
        </w:trPr>
        <w:tc>
          <w:tcPr>
            <w:tcW w:w="9360" w:type="dxa"/>
            <w:gridSpan w:val="2"/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E20CB9" w:rsidRPr="004A0B2D" w:rsidRDefault="00E20CB9"/>
        </w:tc>
      </w:tr>
      <w:tr w:rsidR="00121039" w:rsidRPr="004E2348" w:rsidTr="00556923">
        <w:trPr>
          <w:trHeight w:val="360"/>
          <w:jc w:val="center"/>
        </w:trPr>
        <w:tc>
          <w:tcPr>
            <w:tcW w:w="3074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121039" w:rsidRPr="009346EF" w:rsidRDefault="00C27EBC">
            <w:pPr>
              <w:pStyle w:val="AllCapsHeading"/>
              <w:rPr>
                <w:lang w:val="fr-FR"/>
              </w:rPr>
            </w:pPr>
            <w:r>
              <w:rPr>
                <w:lang w:val="fr-FR"/>
              </w:rPr>
              <w:t>D</w:t>
            </w:r>
            <w:r w:rsidR="00C91F2F" w:rsidRPr="009346EF">
              <w:rPr>
                <w:lang w:val="fr-FR"/>
              </w:rPr>
              <w:t>ocument</w:t>
            </w:r>
            <w:r>
              <w:rPr>
                <w:lang w:val="fr-FR"/>
              </w:rPr>
              <w:t xml:space="preserve"> type</w:t>
            </w:r>
          </w:p>
        </w:tc>
        <w:tc>
          <w:tcPr>
            <w:tcW w:w="6286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21039" w:rsidRPr="004E2348" w:rsidRDefault="00293D18" w:rsidP="00B54CDB">
            <w:pPr>
              <w:rPr>
                <w:lang w:val="en-US"/>
              </w:rPr>
            </w:pPr>
            <w:r w:rsidRPr="004E2348">
              <w:rPr>
                <w:lang w:val="en-US"/>
              </w:rPr>
              <w:t xml:space="preserve">Lima-Paris </w:t>
            </w:r>
            <w:r w:rsidR="00B54CDB" w:rsidRPr="004E2348">
              <w:rPr>
                <w:lang w:val="en-US"/>
              </w:rPr>
              <w:t>v</w:t>
            </w:r>
            <w:r w:rsidR="00C27EBC" w:rsidRPr="004E2348">
              <w:rPr>
                <w:lang w:val="en-US"/>
              </w:rPr>
              <w:t>ideoconference meeting report</w:t>
            </w:r>
          </w:p>
        </w:tc>
      </w:tr>
      <w:tr w:rsidR="00A807BA" w:rsidRPr="009346EF" w:rsidTr="00556923">
        <w:trPr>
          <w:trHeight w:val="360"/>
          <w:jc w:val="center"/>
        </w:trPr>
        <w:tc>
          <w:tcPr>
            <w:tcW w:w="3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A807BA" w:rsidRPr="009346EF" w:rsidRDefault="00A807BA" w:rsidP="004E2348">
            <w:pPr>
              <w:pStyle w:val="AllCapsHeading"/>
              <w:rPr>
                <w:lang w:val="fr-FR"/>
              </w:rPr>
            </w:pPr>
            <w:r w:rsidRPr="009346EF">
              <w:rPr>
                <w:lang w:val="fr-FR"/>
              </w:rPr>
              <w:t>VERSION</w:t>
            </w:r>
          </w:p>
        </w:tc>
        <w:tc>
          <w:tcPr>
            <w:tcW w:w="6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7647C0" w:rsidRPr="00D03D3C" w:rsidRDefault="00CC3553" w:rsidP="00CC355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647C0" w:rsidRPr="00D03D3C">
              <w:rPr>
                <w:lang w:val="en-US"/>
              </w:rPr>
              <w:t>.</w:t>
            </w:r>
            <w:r>
              <w:rPr>
                <w:lang w:val="en-US"/>
              </w:rPr>
              <w:t>0</w:t>
            </w:r>
            <w:r w:rsidR="00D03D3C">
              <w:rPr>
                <w:lang w:val="en-US"/>
              </w:rPr>
              <w:t xml:space="preserve"> – </w:t>
            </w:r>
            <w:r w:rsidR="00A35753">
              <w:rPr>
                <w:lang w:val="en-US"/>
              </w:rPr>
              <w:t>25</w:t>
            </w:r>
            <w:r w:rsidR="004E2348" w:rsidRPr="00D03D3C">
              <w:rPr>
                <w:lang w:val="en-US"/>
              </w:rPr>
              <w:t>/0</w:t>
            </w:r>
            <w:r w:rsidR="004A0B2D">
              <w:rPr>
                <w:lang w:val="en-US"/>
              </w:rPr>
              <w:t>2</w:t>
            </w:r>
            <w:r w:rsidR="004E2348" w:rsidRPr="00D03D3C">
              <w:rPr>
                <w:lang w:val="en-US"/>
              </w:rPr>
              <w:t>/2010</w:t>
            </w:r>
          </w:p>
        </w:tc>
      </w:tr>
      <w:tr w:rsidR="00121039" w:rsidRPr="009346EF" w:rsidTr="00556923">
        <w:trPr>
          <w:trHeight w:val="360"/>
          <w:jc w:val="center"/>
        </w:trPr>
        <w:tc>
          <w:tcPr>
            <w:tcW w:w="3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121039" w:rsidRPr="00D03D3C" w:rsidRDefault="00293D18">
            <w:pPr>
              <w:pStyle w:val="AllCapsHeading"/>
            </w:pPr>
            <w:r w:rsidRPr="00D03D3C">
              <w:t xml:space="preserve">Meeting </w:t>
            </w:r>
            <w:r w:rsidR="00C91F2F" w:rsidRPr="00D03D3C">
              <w:t>Date</w:t>
            </w:r>
          </w:p>
        </w:tc>
        <w:tc>
          <w:tcPr>
            <w:tcW w:w="6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121039" w:rsidRPr="00D03D3C" w:rsidRDefault="00A35753" w:rsidP="004A0B2D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F74A6A" w:rsidRPr="00D03D3C">
              <w:rPr>
                <w:lang w:val="en-US"/>
              </w:rPr>
              <w:t>/</w:t>
            </w:r>
            <w:r w:rsidR="00811DF8" w:rsidRPr="00D03D3C">
              <w:rPr>
                <w:lang w:val="en-US"/>
              </w:rPr>
              <w:t>0</w:t>
            </w:r>
            <w:r w:rsidR="004A0B2D">
              <w:rPr>
                <w:lang w:val="en-US"/>
              </w:rPr>
              <w:t>2</w:t>
            </w:r>
            <w:r w:rsidR="00F74A6A" w:rsidRPr="00D03D3C">
              <w:rPr>
                <w:lang w:val="en-US"/>
              </w:rPr>
              <w:t>/20</w:t>
            </w:r>
            <w:r w:rsidR="00293D18" w:rsidRPr="00D03D3C">
              <w:rPr>
                <w:lang w:val="en-US"/>
              </w:rPr>
              <w:t>10</w:t>
            </w:r>
          </w:p>
        </w:tc>
      </w:tr>
      <w:tr w:rsidR="00E123CA" w:rsidRPr="009346EF" w:rsidTr="00556923">
        <w:trPr>
          <w:trHeight w:val="360"/>
          <w:jc w:val="center"/>
        </w:trPr>
        <w:tc>
          <w:tcPr>
            <w:tcW w:w="3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E123CA" w:rsidRPr="00D03D3C" w:rsidRDefault="00AB5A8D">
            <w:pPr>
              <w:pStyle w:val="AllCapsHeading"/>
            </w:pPr>
            <w:r w:rsidRPr="00D03D3C">
              <w:t>Author</w:t>
            </w:r>
          </w:p>
        </w:tc>
        <w:tc>
          <w:tcPr>
            <w:tcW w:w="6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123CA" w:rsidRPr="00D03D3C" w:rsidRDefault="00DC5BA1">
            <w:pPr>
              <w:rPr>
                <w:lang w:val="en-US"/>
              </w:rPr>
            </w:pPr>
            <w:r w:rsidRPr="00D03D3C">
              <w:rPr>
                <w:lang w:val="en-US"/>
              </w:rPr>
              <w:t>PAIRIS Thibault</w:t>
            </w:r>
          </w:p>
        </w:tc>
      </w:tr>
      <w:tr w:rsidR="00121039" w:rsidRPr="007950A7" w:rsidTr="00556923">
        <w:trPr>
          <w:trHeight w:val="360"/>
          <w:jc w:val="center"/>
        </w:trPr>
        <w:tc>
          <w:tcPr>
            <w:tcW w:w="3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:rsidR="00121039" w:rsidRPr="00D03D3C" w:rsidRDefault="000C3DE2">
            <w:pPr>
              <w:pStyle w:val="AllCapsHeading"/>
            </w:pPr>
            <w:r>
              <w:t>Attendants</w:t>
            </w:r>
          </w:p>
        </w:tc>
        <w:tc>
          <w:tcPr>
            <w:tcW w:w="6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01441D" w:rsidRPr="00CD0327" w:rsidRDefault="00C03D50" w:rsidP="0001441D">
            <w:pPr>
              <w:rPr>
                <w:lang w:val="en-US"/>
              </w:rPr>
            </w:pPr>
            <w:proofErr w:type="spellStart"/>
            <w:r w:rsidRPr="00CD0327">
              <w:rPr>
                <w:lang w:val="en-US"/>
              </w:rPr>
              <w:t>Perenco</w:t>
            </w:r>
            <w:proofErr w:type="spellEnd"/>
            <w:r w:rsidRPr="00CD0327">
              <w:rPr>
                <w:lang w:val="en-US"/>
              </w:rPr>
              <w:t xml:space="preserve"> </w:t>
            </w:r>
            <w:r w:rsidR="00C27EBC" w:rsidRPr="00CD0327">
              <w:rPr>
                <w:lang w:val="en-US"/>
              </w:rPr>
              <w:t>Peru</w:t>
            </w:r>
          </w:p>
          <w:p w:rsidR="00C168CB" w:rsidRPr="00CD0327" w:rsidRDefault="003F6B32" w:rsidP="00CD0327">
            <w:pPr>
              <w:rPr>
                <w:lang w:val="en-US"/>
              </w:rPr>
            </w:pPr>
            <w:r w:rsidRPr="00CD0327">
              <w:rPr>
                <w:lang w:val="en-US"/>
              </w:rPr>
              <w:t xml:space="preserve">- </w:t>
            </w:r>
            <w:r w:rsidR="00FB500F" w:rsidRPr="00FB500F">
              <w:rPr>
                <w:b/>
                <w:lang w:val="en-US"/>
              </w:rPr>
              <w:t>(KOL)</w:t>
            </w:r>
            <w:r w:rsidR="00FB500F">
              <w:rPr>
                <w:lang w:val="en-US"/>
              </w:rPr>
              <w:t xml:space="preserve"> </w:t>
            </w:r>
            <w:r w:rsidR="00680A36" w:rsidRPr="00CD0327">
              <w:rPr>
                <w:lang w:val="en-US"/>
              </w:rPr>
              <w:t>OLIVARES Kerly</w:t>
            </w:r>
            <w:r w:rsidRPr="00CD0327">
              <w:rPr>
                <w:lang w:val="en-US"/>
              </w:rPr>
              <w:t xml:space="preserve"> </w:t>
            </w:r>
            <w:r w:rsidR="00680A36" w:rsidRPr="00CD0327">
              <w:rPr>
                <w:lang w:val="en-US"/>
              </w:rPr>
              <w:t>(</w:t>
            </w:r>
            <w:r w:rsidR="00C03D50" w:rsidRPr="00CD0327">
              <w:rPr>
                <w:lang w:val="en-US"/>
              </w:rPr>
              <w:t>P</w:t>
            </w:r>
            <w:r w:rsidR="00680A36" w:rsidRPr="00CD0327">
              <w:rPr>
                <w:lang w:val="en-US"/>
              </w:rPr>
              <w:t>eru IT chief</w:t>
            </w:r>
            <w:r w:rsidRPr="00CD0327">
              <w:rPr>
                <w:lang w:val="en-US"/>
              </w:rPr>
              <w:t>)</w:t>
            </w:r>
          </w:p>
          <w:p w:rsidR="00CD0327" w:rsidRPr="00CD0327" w:rsidRDefault="00CD0327" w:rsidP="00CD0327">
            <w:pPr>
              <w:rPr>
                <w:lang w:val="en-US"/>
              </w:rPr>
            </w:pPr>
            <w:r w:rsidRPr="00CD0327">
              <w:rPr>
                <w:lang w:val="en-US"/>
              </w:rPr>
              <w:t xml:space="preserve">- </w:t>
            </w:r>
            <w:r w:rsidR="00FB500F" w:rsidRPr="00FB500F">
              <w:rPr>
                <w:b/>
                <w:lang w:val="en-US"/>
              </w:rPr>
              <w:t>(PSG)</w:t>
            </w:r>
            <w:r w:rsidR="00FB500F">
              <w:rPr>
                <w:lang w:val="en-US"/>
              </w:rPr>
              <w:t xml:space="preserve"> </w:t>
            </w:r>
            <w:r w:rsidRPr="00CD0327">
              <w:rPr>
                <w:lang w:val="en-US"/>
              </w:rPr>
              <w:t>SANDOVAL GALVAN Pedro (IT assistant)</w:t>
            </w:r>
          </w:p>
          <w:p w:rsidR="00C168CB" w:rsidRPr="00CD0327" w:rsidRDefault="00C168CB" w:rsidP="0001441D">
            <w:pPr>
              <w:rPr>
                <w:lang w:val="en-US"/>
              </w:rPr>
            </w:pPr>
            <w:r w:rsidRPr="00CD0327">
              <w:rPr>
                <w:lang w:val="en-US"/>
              </w:rPr>
              <w:t xml:space="preserve">- </w:t>
            </w:r>
            <w:r w:rsidR="00FB500F" w:rsidRPr="00FB500F">
              <w:rPr>
                <w:b/>
                <w:lang w:val="en-US"/>
              </w:rPr>
              <w:t>(CBW)</w:t>
            </w:r>
            <w:r w:rsidR="00FB500F">
              <w:rPr>
                <w:lang w:val="en-US"/>
              </w:rPr>
              <w:t xml:space="preserve"> </w:t>
            </w:r>
            <w:r w:rsidRPr="00CD0327">
              <w:rPr>
                <w:lang w:val="en-US"/>
              </w:rPr>
              <w:t>BARBOZA WIMPON Cesar (</w:t>
            </w:r>
            <w:r w:rsidRPr="00CD0327">
              <w:t>Procurement Supervisor</w:t>
            </w:r>
            <w:r w:rsidRPr="00CD0327">
              <w:rPr>
                <w:lang w:val="en-US"/>
              </w:rPr>
              <w:t>)</w:t>
            </w:r>
          </w:p>
          <w:p w:rsidR="00C03D50" w:rsidRPr="00CD0327" w:rsidRDefault="00C03D50" w:rsidP="0001441D">
            <w:pPr>
              <w:rPr>
                <w:lang w:val="en-US"/>
              </w:rPr>
            </w:pPr>
          </w:p>
          <w:p w:rsidR="00C168CB" w:rsidRPr="00CD0327" w:rsidRDefault="00C03D50" w:rsidP="00E426EC">
            <w:pPr>
              <w:rPr>
                <w:lang w:val="en-US"/>
              </w:rPr>
            </w:pPr>
            <w:proofErr w:type="spellStart"/>
            <w:r w:rsidRPr="00CD0327">
              <w:rPr>
                <w:lang w:val="en-US"/>
              </w:rPr>
              <w:t>Aureal</w:t>
            </w:r>
            <w:proofErr w:type="spellEnd"/>
            <w:r w:rsidRPr="00CD0327">
              <w:rPr>
                <w:lang w:val="en-US"/>
              </w:rPr>
              <w:t xml:space="preserve"> System</w:t>
            </w:r>
          </w:p>
          <w:p w:rsidR="00C03D50" w:rsidRDefault="00C03D50" w:rsidP="00E426EC">
            <w:pPr>
              <w:rPr>
                <w:lang w:val="en-US"/>
              </w:rPr>
            </w:pPr>
            <w:r w:rsidRPr="00CD0327">
              <w:rPr>
                <w:lang w:val="en-US"/>
              </w:rPr>
              <w:t xml:space="preserve">- </w:t>
            </w:r>
            <w:r w:rsidR="00FB500F" w:rsidRPr="00FB500F">
              <w:rPr>
                <w:b/>
                <w:lang w:val="en-US"/>
              </w:rPr>
              <w:t>(JDC)</w:t>
            </w:r>
            <w:r w:rsidR="00FB500F">
              <w:rPr>
                <w:lang w:val="en-US"/>
              </w:rPr>
              <w:t xml:space="preserve"> </w:t>
            </w:r>
            <w:r w:rsidRPr="00CD0327">
              <w:rPr>
                <w:lang w:val="en-US"/>
              </w:rPr>
              <w:t>DEL CARPIO Jesus (Senior software engineer)</w:t>
            </w:r>
          </w:p>
          <w:p w:rsidR="000D69AF" w:rsidRPr="007950A7" w:rsidRDefault="000D69AF" w:rsidP="0001441D">
            <w:pPr>
              <w:rPr>
                <w:lang w:val="en-US"/>
              </w:rPr>
            </w:pPr>
          </w:p>
          <w:p w:rsidR="008E6458" w:rsidRPr="00556923" w:rsidRDefault="00C27EBC" w:rsidP="0001441D">
            <w:pPr>
              <w:rPr>
                <w:lang w:val="en-US"/>
              </w:rPr>
            </w:pPr>
            <w:r>
              <w:rPr>
                <w:lang w:val="en-US"/>
              </w:rPr>
              <w:t>Paris</w:t>
            </w:r>
          </w:p>
          <w:p w:rsidR="00C91F2F" w:rsidRDefault="0001441D" w:rsidP="0001441D">
            <w:pPr>
              <w:rPr>
                <w:lang w:val="en-US"/>
              </w:rPr>
            </w:pPr>
            <w:r w:rsidRPr="007950A7">
              <w:rPr>
                <w:lang w:val="en-US"/>
              </w:rPr>
              <w:t>-</w:t>
            </w:r>
            <w:r w:rsidR="00ED7AB2">
              <w:rPr>
                <w:lang w:val="en-US"/>
              </w:rPr>
              <w:t xml:space="preserve"> </w:t>
            </w:r>
            <w:r w:rsidR="00FB500F" w:rsidRPr="00FB500F">
              <w:rPr>
                <w:b/>
                <w:lang w:val="en-US"/>
              </w:rPr>
              <w:t>(</w:t>
            </w:r>
            <w:r w:rsidR="00FB500F">
              <w:rPr>
                <w:b/>
                <w:lang w:val="en-US"/>
              </w:rPr>
              <w:t>TPA</w:t>
            </w:r>
            <w:r w:rsidR="00FB500F" w:rsidRPr="00FB500F">
              <w:rPr>
                <w:b/>
                <w:lang w:val="en-US"/>
              </w:rPr>
              <w:t>)</w:t>
            </w:r>
            <w:r w:rsidR="00FB500F">
              <w:rPr>
                <w:b/>
                <w:lang w:val="en-US"/>
              </w:rPr>
              <w:t xml:space="preserve"> </w:t>
            </w:r>
            <w:r w:rsidRPr="007950A7">
              <w:rPr>
                <w:lang w:val="en-US"/>
              </w:rPr>
              <w:t>PAIRIS Thibault (</w:t>
            </w:r>
            <w:r w:rsidR="00FA25DD">
              <w:rPr>
                <w:lang w:val="en-US"/>
              </w:rPr>
              <w:t>Group</w:t>
            </w:r>
            <w:r w:rsidR="00680A36">
              <w:rPr>
                <w:lang w:val="en-US"/>
              </w:rPr>
              <w:t xml:space="preserve"> </w:t>
            </w:r>
            <w:r w:rsidRPr="007950A7">
              <w:rPr>
                <w:lang w:val="en-US"/>
              </w:rPr>
              <w:t>IT Engineer)</w:t>
            </w:r>
          </w:p>
          <w:p w:rsidR="007950A7" w:rsidRPr="007950A7" w:rsidRDefault="000D69AF" w:rsidP="00FB500F">
            <w:pPr>
              <w:rPr>
                <w:lang w:val="en-US"/>
              </w:rPr>
            </w:pPr>
            <w:r w:rsidRPr="007950A7">
              <w:rPr>
                <w:lang w:val="en-US"/>
              </w:rPr>
              <w:t>-</w:t>
            </w:r>
            <w:r w:rsidR="00ED7AB2">
              <w:rPr>
                <w:lang w:val="en-US"/>
              </w:rPr>
              <w:t xml:space="preserve"> </w:t>
            </w:r>
            <w:r w:rsidR="00FB500F" w:rsidRPr="00FB500F">
              <w:rPr>
                <w:b/>
                <w:lang w:val="en-US"/>
              </w:rPr>
              <w:t>(</w:t>
            </w:r>
            <w:r w:rsidR="00FB500F">
              <w:rPr>
                <w:b/>
                <w:lang w:val="en-US"/>
              </w:rPr>
              <w:t>MTO</w:t>
            </w:r>
            <w:r w:rsidR="00FB500F" w:rsidRPr="00FB500F">
              <w:rPr>
                <w:b/>
                <w:lang w:val="en-US"/>
              </w:rPr>
              <w:t>)</w:t>
            </w:r>
            <w:r w:rsidR="00FB500F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T</w:t>
            </w:r>
            <w:r w:rsidR="00680A36">
              <w:rPr>
                <w:lang w:val="en-US"/>
              </w:rPr>
              <w:t>ORRES Marc</w:t>
            </w:r>
            <w:r w:rsidRPr="007950A7">
              <w:rPr>
                <w:lang w:val="en-US"/>
              </w:rPr>
              <w:t xml:space="preserve"> (</w:t>
            </w:r>
            <w:r w:rsidR="00FA25DD">
              <w:rPr>
                <w:lang w:val="en-US"/>
              </w:rPr>
              <w:t xml:space="preserve">Group </w:t>
            </w:r>
            <w:r w:rsidRPr="007950A7">
              <w:rPr>
                <w:lang w:val="en-US"/>
              </w:rPr>
              <w:t>IT Engineer)</w:t>
            </w:r>
          </w:p>
        </w:tc>
      </w:tr>
      <w:tr w:rsidR="00121039" w:rsidRPr="00850229" w:rsidTr="00954F6C">
        <w:trPr>
          <w:trHeight w:val="432"/>
          <w:jc w:val="center"/>
        </w:trPr>
        <w:tc>
          <w:tcPr>
            <w:tcW w:w="9360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1039" w:rsidRPr="007950A7" w:rsidRDefault="00121039">
            <w:pPr>
              <w:rPr>
                <w:lang w:val="en-US"/>
              </w:rPr>
            </w:pPr>
          </w:p>
          <w:p w:rsidR="00111B35" w:rsidRDefault="00111B35">
            <w:pPr>
              <w:rPr>
                <w:lang w:val="en-US"/>
              </w:rPr>
            </w:pPr>
          </w:p>
          <w:p w:rsidR="00A32573" w:rsidRDefault="00A32573">
            <w:pPr>
              <w:rPr>
                <w:lang w:val="en-US"/>
              </w:rPr>
            </w:pPr>
          </w:p>
          <w:p w:rsidR="00725E9E" w:rsidRDefault="00725E9E">
            <w:pPr>
              <w:rPr>
                <w:lang w:val="en-US"/>
              </w:rPr>
            </w:pPr>
          </w:p>
          <w:p w:rsidR="0001237C" w:rsidRDefault="0001237C">
            <w:pPr>
              <w:rPr>
                <w:lang w:val="en-US"/>
              </w:rPr>
            </w:pPr>
          </w:p>
          <w:p w:rsidR="00CE2DD0" w:rsidRPr="00FB500F" w:rsidRDefault="00CE2DD0" w:rsidP="00CE2DD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CE2DD0" w:rsidRDefault="00CE2DD0" w:rsidP="00CE2DD0"/>
          <w:p w:rsidR="0001237C" w:rsidRPr="007950A7" w:rsidRDefault="00CE2DD0" w:rsidP="00B20D9B">
            <w:pPr>
              <w:ind w:left="2880" w:hanging="2880"/>
              <w:rPr>
                <w:lang w:val="en-US"/>
              </w:rPr>
            </w:pPr>
            <w:r w:rsidRPr="00FF777D">
              <w:rPr>
                <w:lang w:val="en-US"/>
              </w:rPr>
              <w:t xml:space="preserve"> </w:t>
            </w:r>
          </w:p>
          <w:p w:rsidR="00DC1CF6" w:rsidRDefault="00DC1CF6">
            <w:pPr>
              <w:rPr>
                <w:lang w:val="en-US"/>
              </w:rPr>
            </w:pPr>
          </w:p>
          <w:p w:rsidR="00CD0327" w:rsidRDefault="00CD0327">
            <w:pPr>
              <w:rPr>
                <w:lang w:val="en-US"/>
              </w:rPr>
            </w:pPr>
          </w:p>
          <w:p w:rsidR="00CD0327" w:rsidRDefault="00CD0327">
            <w:pPr>
              <w:rPr>
                <w:lang w:val="en-US"/>
              </w:rPr>
            </w:pPr>
          </w:p>
          <w:p w:rsidR="00DC1CF6" w:rsidRPr="00615B58" w:rsidRDefault="00DC1CF6" w:rsidP="00AB512C">
            <w:pPr>
              <w:jc w:val="center"/>
              <w:rPr>
                <w:lang w:val="en-US"/>
              </w:rPr>
            </w:pPr>
          </w:p>
        </w:tc>
      </w:tr>
    </w:tbl>
    <w:p w:rsidR="00132AD1" w:rsidRPr="00A32573" w:rsidRDefault="00132AD1">
      <w:pPr>
        <w:rPr>
          <w:lang w:val="en-US"/>
        </w:rPr>
      </w:pPr>
      <w:bookmarkStart w:id="0" w:name="MinuteItems"/>
      <w:bookmarkStart w:id="1" w:name="MinuteAdditional"/>
      <w:bookmarkEnd w:id="0"/>
      <w:bookmarkEnd w:id="1"/>
    </w:p>
    <w:p w:rsidR="00B20D9B" w:rsidRPr="00CC3553" w:rsidRDefault="00B20D9B">
      <w:pPr>
        <w:rPr>
          <w:lang w:val="en-US"/>
        </w:rPr>
      </w:pPr>
    </w:p>
    <w:p w:rsidR="00B20D9B" w:rsidRPr="00CC3553" w:rsidRDefault="00B20D9B">
      <w:pPr>
        <w:rPr>
          <w:lang w:val="en-US"/>
        </w:rPr>
      </w:pPr>
    </w:p>
    <w:p w:rsidR="00B20D9B" w:rsidRDefault="00B20D9B">
      <w:r>
        <w:br w:type="page"/>
      </w:r>
    </w:p>
    <w:tbl>
      <w:tblPr>
        <w:tblW w:w="9360" w:type="dxa"/>
        <w:jc w:val="center"/>
        <w:tblInd w:w="86" w:type="dxa"/>
        <w:shd w:val="clear" w:color="auto" w:fill="FFFFFF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2476"/>
        <w:gridCol w:w="3942"/>
        <w:gridCol w:w="2942"/>
      </w:tblGrid>
      <w:tr w:rsidR="00B20D9B" w:rsidRPr="009D7F19" w:rsidTr="00B20D9B">
        <w:trPr>
          <w:trHeight w:val="360"/>
          <w:jc w:val="center"/>
        </w:trPr>
        <w:tc>
          <w:tcPr>
            <w:tcW w:w="6418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B20D9B" w:rsidRPr="009D7F19" w:rsidRDefault="00896B43" w:rsidP="009D7F19">
            <w:pPr>
              <w:pStyle w:val="Paragraphedeliste"/>
              <w:numPr>
                <w:ilvl w:val="0"/>
                <w:numId w:val="41"/>
              </w:numPr>
              <w:jc w:val="both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lastRenderedPageBreak/>
              <w:t>Functional v</w:t>
            </w:r>
            <w:r w:rsidR="001A68BD">
              <w:rPr>
                <w:b/>
                <w:u w:val="single"/>
                <w:lang w:val="en-US"/>
              </w:rPr>
              <w:t>alidation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B20D9B" w:rsidRPr="009D7F19" w:rsidRDefault="00B20D9B" w:rsidP="009D7F19">
            <w:pPr>
              <w:jc w:val="both"/>
              <w:rPr>
                <w:b/>
                <w:u w:val="single"/>
                <w:lang w:val="en-US"/>
              </w:rPr>
            </w:pPr>
          </w:p>
        </w:tc>
      </w:tr>
      <w:tr w:rsidR="00B20D9B" w:rsidRPr="00C240D4" w:rsidTr="00B20D9B">
        <w:trPr>
          <w:trHeight w:val="360"/>
          <w:jc w:val="center"/>
        </w:trPr>
        <w:tc>
          <w:tcPr>
            <w:tcW w:w="2476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B20D9B" w:rsidRPr="009346EF" w:rsidRDefault="00B20D9B" w:rsidP="00B20D9B">
            <w:pPr>
              <w:pStyle w:val="AllCapsHeading"/>
              <w:rPr>
                <w:lang w:val="fr-FR"/>
              </w:rPr>
            </w:pPr>
          </w:p>
        </w:tc>
        <w:tc>
          <w:tcPr>
            <w:tcW w:w="6884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B20D9B" w:rsidRPr="00896B43" w:rsidRDefault="005969F7" w:rsidP="00721ECF">
            <w:pPr>
              <w:jc w:val="both"/>
              <w:rPr>
                <w:lang w:val="en-US"/>
              </w:rPr>
            </w:pPr>
            <w:r w:rsidRPr="005969F7">
              <w:rPr>
                <w:b/>
                <w:lang w:val="en-US"/>
              </w:rPr>
              <w:t xml:space="preserve">(JDC) </w:t>
            </w:r>
            <w:r w:rsidR="00A57096" w:rsidRPr="00896B43">
              <w:rPr>
                <w:lang w:val="en-US"/>
              </w:rPr>
              <w:t>Technical and functional analysis delivered.</w:t>
            </w:r>
          </w:p>
          <w:p w:rsidR="00896B43" w:rsidRPr="00896B43" w:rsidRDefault="00896B43" w:rsidP="00721ECF">
            <w:pPr>
              <w:jc w:val="both"/>
              <w:rPr>
                <w:lang w:val="en-US"/>
              </w:rPr>
            </w:pPr>
          </w:p>
          <w:p w:rsidR="00A57096" w:rsidRPr="00896B43" w:rsidRDefault="005969F7" w:rsidP="00721ECF">
            <w:pPr>
              <w:jc w:val="both"/>
              <w:rPr>
                <w:lang w:val="en-US"/>
              </w:rPr>
            </w:pPr>
            <w:r w:rsidRPr="005969F7">
              <w:rPr>
                <w:b/>
                <w:lang w:val="en-US"/>
              </w:rPr>
              <w:t xml:space="preserve">(CBW) </w:t>
            </w:r>
            <w:r w:rsidR="00383CF2" w:rsidRPr="00896B43">
              <w:rPr>
                <w:lang w:val="en-US"/>
              </w:rPr>
              <w:t>Functional analysis validated by</w:t>
            </w:r>
            <w:r w:rsidR="0041435E" w:rsidRPr="00896B43">
              <w:rPr>
                <w:lang w:val="en-US"/>
              </w:rPr>
              <w:t xml:space="preserve"> key users from</w:t>
            </w:r>
            <w:r w:rsidR="00383CF2" w:rsidRPr="00896B43">
              <w:rPr>
                <w:lang w:val="en-US"/>
              </w:rPr>
              <w:t>:</w:t>
            </w:r>
          </w:p>
          <w:p w:rsidR="00383CF2" w:rsidRDefault="00383CF2" w:rsidP="00383CF2">
            <w:pPr>
              <w:pStyle w:val="Paragraphedeliste"/>
              <w:numPr>
                <w:ilvl w:val="0"/>
                <w:numId w:val="47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Iquitos</w:t>
            </w:r>
          </w:p>
          <w:p w:rsidR="00383CF2" w:rsidRDefault="00383CF2" w:rsidP="00383CF2">
            <w:pPr>
              <w:pStyle w:val="Paragraphedeliste"/>
              <w:numPr>
                <w:ilvl w:val="0"/>
                <w:numId w:val="47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Lima</w:t>
            </w:r>
          </w:p>
          <w:p w:rsidR="00383CF2" w:rsidRDefault="00383CF2" w:rsidP="00383CF2">
            <w:pPr>
              <w:pStyle w:val="Paragraphedeliste"/>
              <w:numPr>
                <w:ilvl w:val="0"/>
                <w:numId w:val="47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LBC with a few reserves on the specifications that need to be corrected</w:t>
            </w:r>
          </w:p>
          <w:p w:rsidR="001A68BD" w:rsidRDefault="001A68BD" w:rsidP="001A68BD">
            <w:pPr>
              <w:jc w:val="both"/>
              <w:rPr>
                <w:lang w:val="en-US"/>
              </w:rPr>
            </w:pPr>
          </w:p>
          <w:p w:rsidR="00640F6A" w:rsidRPr="005969F7" w:rsidRDefault="005969F7" w:rsidP="00896B43">
            <w:pPr>
              <w:jc w:val="both"/>
              <w:rPr>
                <w:lang w:val="en-US"/>
              </w:rPr>
            </w:pPr>
            <w:r>
              <w:rPr>
                <w:b/>
                <w:lang w:val="en-US"/>
              </w:rPr>
              <w:t xml:space="preserve">(KOL) </w:t>
            </w:r>
            <w:proofErr w:type="spellStart"/>
            <w:r w:rsidR="001A68BD" w:rsidRPr="00C240D4">
              <w:rPr>
                <w:b/>
                <w:lang w:val="en-US"/>
              </w:rPr>
              <w:t>Rommé</w:t>
            </w:r>
            <w:proofErr w:type="spellEnd"/>
            <w:r w:rsidR="001A68BD" w:rsidRPr="00C240D4">
              <w:rPr>
                <w:b/>
                <w:lang w:val="en-US"/>
              </w:rPr>
              <w:t xml:space="preserve"> de SAINT-LEON appointed Cesar BARBOZA WIMPON as the functional manager on this project.</w:t>
            </w:r>
            <w:r w:rsidR="003D18F6">
              <w:rPr>
                <w:lang w:val="en-US"/>
              </w:rPr>
              <w:t xml:space="preserve"> </w:t>
            </w:r>
          </w:p>
        </w:tc>
      </w:tr>
    </w:tbl>
    <w:p w:rsidR="0001237C" w:rsidRPr="00C240D4" w:rsidRDefault="0001237C" w:rsidP="0001237C">
      <w:pPr>
        <w:rPr>
          <w:lang w:val="en-US"/>
        </w:rPr>
      </w:pPr>
    </w:p>
    <w:tbl>
      <w:tblPr>
        <w:tblW w:w="9360" w:type="dxa"/>
        <w:jc w:val="center"/>
        <w:tblInd w:w="86" w:type="dxa"/>
        <w:shd w:val="clear" w:color="auto" w:fill="FFFFFF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2476"/>
        <w:gridCol w:w="3942"/>
        <w:gridCol w:w="2942"/>
      </w:tblGrid>
      <w:tr w:rsidR="00AA45C2" w:rsidRPr="009D7F19" w:rsidTr="00721ECF">
        <w:trPr>
          <w:trHeight w:val="360"/>
          <w:jc w:val="center"/>
        </w:trPr>
        <w:tc>
          <w:tcPr>
            <w:tcW w:w="6418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AA45C2" w:rsidRPr="00721ECF" w:rsidRDefault="00896B43" w:rsidP="009D7F19">
            <w:pPr>
              <w:pStyle w:val="Paragraphedeliste"/>
              <w:numPr>
                <w:ilvl w:val="0"/>
                <w:numId w:val="41"/>
              </w:numPr>
              <w:jc w:val="both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Technical validation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AA45C2" w:rsidRPr="009D7F19" w:rsidRDefault="00AA45C2" w:rsidP="009D7F19">
            <w:pPr>
              <w:jc w:val="both"/>
              <w:rPr>
                <w:b/>
                <w:u w:val="single"/>
                <w:lang w:val="en-US"/>
              </w:rPr>
            </w:pPr>
          </w:p>
        </w:tc>
      </w:tr>
      <w:tr w:rsidR="00AA45C2" w:rsidRPr="0027034B" w:rsidTr="00721ECF">
        <w:trPr>
          <w:trHeight w:val="360"/>
          <w:jc w:val="center"/>
        </w:trPr>
        <w:tc>
          <w:tcPr>
            <w:tcW w:w="2476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AA45C2" w:rsidRPr="00721ECF" w:rsidRDefault="00AA45C2" w:rsidP="00721ECF">
            <w:pPr>
              <w:pStyle w:val="AllCapsHeading"/>
            </w:pPr>
          </w:p>
        </w:tc>
        <w:tc>
          <w:tcPr>
            <w:tcW w:w="6884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896B43" w:rsidRDefault="002915E7" w:rsidP="00896B43">
            <w:pPr>
              <w:jc w:val="both"/>
              <w:rPr>
                <w:lang w:val="en-US"/>
              </w:rPr>
            </w:pPr>
            <w:r w:rsidRPr="002915E7">
              <w:rPr>
                <w:b/>
                <w:lang w:val="en-US"/>
              </w:rPr>
              <w:t xml:space="preserve">(KOL) </w:t>
            </w:r>
            <w:r>
              <w:rPr>
                <w:lang w:val="en-US"/>
              </w:rPr>
              <w:t xml:space="preserve">When will </w:t>
            </w:r>
            <w:proofErr w:type="spellStart"/>
            <w:r>
              <w:rPr>
                <w:lang w:val="en-US"/>
              </w:rPr>
              <w:t>Hervé</w:t>
            </w:r>
            <w:proofErr w:type="spellEnd"/>
            <w:r>
              <w:rPr>
                <w:lang w:val="en-US"/>
              </w:rPr>
              <w:t xml:space="preserve"> DUCHENNE-CRETIER officially approve the project kickoff?</w:t>
            </w:r>
          </w:p>
          <w:p w:rsidR="00AA45C2" w:rsidRPr="0027034B" w:rsidRDefault="002915E7" w:rsidP="00FB500F">
            <w:pPr>
              <w:jc w:val="both"/>
              <w:rPr>
                <w:lang w:val="en-US"/>
              </w:rPr>
            </w:pPr>
            <w:r w:rsidRPr="002915E7">
              <w:rPr>
                <w:b/>
                <w:lang w:val="en-US"/>
              </w:rPr>
              <w:t xml:space="preserve">(MTO) </w:t>
            </w:r>
            <w:r>
              <w:rPr>
                <w:lang w:val="en-US"/>
              </w:rPr>
              <w:t xml:space="preserve">A more detailed and graphical specification is needed before approval. </w:t>
            </w:r>
            <w:r w:rsidRPr="002915E7">
              <w:rPr>
                <w:b/>
                <w:lang w:val="en-US"/>
              </w:rPr>
              <w:t xml:space="preserve">(TPA) </w:t>
            </w:r>
            <w:r>
              <w:rPr>
                <w:lang w:val="en-US"/>
              </w:rPr>
              <w:t>The Intranet team will send an example of graphical specifications.</w:t>
            </w:r>
          </w:p>
        </w:tc>
      </w:tr>
    </w:tbl>
    <w:p w:rsidR="0001237C" w:rsidRDefault="0001237C" w:rsidP="00DC5BA1"/>
    <w:tbl>
      <w:tblPr>
        <w:tblW w:w="9360" w:type="dxa"/>
        <w:jc w:val="center"/>
        <w:tblInd w:w="86" w:type="dxa"/>
        <w:shd w:val="clear" w:color="auto" w:fill="FFFFFF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2476"/>
        <w:gridCol w:w="3942"/>
        <w:gridCol w:w="2942"/>
      </w:tblGrid>
      <w:tr w:rsidR="007C3C11" w:rsidRPr="009D7F19" w:rsidTr="00721ECF">
        <w:trPr>
          <w:trHeight w:val="360"/>
          <w:jc w:val="center"/>
        </w:trPr>
        <w:tc>
          <w:tcPr>
            <w:tcW w:w="6418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7C3C11" w:rsidRPr="007C3C11" w:rsidRDefault="00896B43" w:rsidP="00896B43">
            <w:pPr>
              <w:pStyle w:val="Paragraphedeliste"/>
              <w:numPr>
                <w:ilvl w:val="0"/>
                <w:numId w:val="41"/>
              </w:numPr>
              <w:jc w:val="both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Schedule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7C3C11" w:rsidRPr="009D7F19" w:rsidRDefault="007C3C11" w:rsidP="009D7F19">
            <w:pPr>
              <w:jc w:val="both"/>
              <w:rPr>
                <w:b/>
                <w:u w:val="single"/>
                <w:lang w:val="en-US"/>
              </w:rPr>
            </w:pPr>
          </w:p>
        </w:tc>
      </w:tr>
      <w:tr w:rsidR="007C3C11" w:rsidRPr="0027034B" w:rsidTr="00721ECF">
        <w:trPr>
          <w:trHeight w:val="360"/>
          <w:jc w:val="center"/>
        </w:trPr>
        <w:tc>
          <w:tcPr>
            <w:tcW w:w="2476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7C3C11" w:rsidRPr="007C3C11" w:rsidRDefault="007C3C11" w:rsidP="00721ECF">
            <w:pPr>
              <w:pStyle w:val="AllCapsHeading"/>
            </w:pPr>
          </w:p>
        </w:tc>
        <w:tc>
          <w:tcPr>
            <w:tcW w:w="6884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F6CF9" w:rsidRPr="002915E7" w:rsidRDefault="00213163" w:rsidP="00213163">
            <w:pPr>
              <w:jc w:val="both"/>
              <w:rPr>
                <w:lang w:val="en-US"/>
              </w:rPr>
            </w:pPr>
            <w:r w:rsidRPr="00213163">
              <w:rPr>
                <w:b/>
                <w:lang w:val="en-US"/>
              </w:rPr>
              <w:t>(JDC)</w:t>
            </w:r>
            <w:r>
              <w:rPr>
                <w:lang w:val="en-US"/>
              </w:rPr>
              <w:t xml:space="preserve"> </w:t>
            </w:r>
            <w:r w:rsidR="00896B43" w:rsidRPr="002915E7">
              <w:rPr>
                <w:lang w:val="en-US"/>
              </w:rPr>
              <w:t xml:space="preserve">Taking into account the modifications asked by LBC key users, the work will take </w:t>
            </w:r>
            <w:r w:rsidR="002915E7" w:rsidRPr="002915E7">
              <w:rPr>
                <w:lang w:val="en-US"/>
              </w:rPr>
              <w:t>one</w:t>
            </w:r>
            <w:r w:rsidR="00896B43" w:rsidRPr="002915E7">
              <w:rPr>
                <w:lang w:val="en-US"/>
              </w:rPr>
              <w:t xml:space="preserve"> week </w:t>
            </w:r>
            <w:r w:rsidRPr="002915E7">
              <w:rPr>
                <w:lang w:val="en-US"/>
              </w:rPr>
              <w:t xml:space="preserve">more </w:t>
            </w:r>
            <w:r w:rsidR="00896B43" w:rsidRPr="002915E7">
              <w:rPr>
                <w:lang w:val="en-US"/>
              </w:rPr>
              <w:t xml:space="preserve">than the initial estimate. The team is still composed of 5 people. </w:t>
            </w:r>
          </w:p>
        </w:tc>
      </w:tr>
    </w:tbl>
    <w:p w:rsidR="007C3C11" w:rsidRDefault="007C3C11" w:rsidP="00DC5BA1"/>
    <w:tbl>
      <w:tblPr>
        <w:tblW w:w="9360" w:type="dxa"/>
        <w:jc w:val="center"/>
        <w:tblInd w:w="86" w:type="dxa"/>
        <w:shd w:val="clear" w:color="auto" w:fill="FFFFFF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2476"/>
        <w:gridCol w:w="3942"/>
        <w:gridCol w:w="2942"/>
      </w:tblGrid>
      <w:tr w:rsidR="007C3C11" w:rsidRPr="009D7F19" w:rsidTr="00721ECF">
        <w:trPr>
          <w:trHeight w:val="360"/>
          <w:jc w:val="center"/>
        </w:trPr>
        <w:tc>
          <w:tcPr>
            <w:tcW w:w="6418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7C3C11" w:rsidRPr="009D7F19" w:rsidRDefault="00896B43" w:rsidP="009D7F19">
            <w:pPr>
              <w:pStyle w:val="Paragraphedeliste"/>
              <w:numPr>
                <w:ilvl w:val="0"/>
                <w:numId w:val="41"/>
              </w:numPr>
              <w:jc w:val="both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IT HQ review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7C3C11" w:rsidRPr="009D7F19" w:rsidRDefault="007C3C11" w:rsidP="009D7F19">
            <w:pPr>
              <w:jc w:val="both"/>
              <w:rPr>
                <w:b/>
                <w:u w:val="single"/>
                <w:lang w:val="en-US"/>
              </w:rPr>
            </w:pPr>
          </w:p>
        </w:tc>
      </w:tr>
      <w:tr w:rsidR="007C3C11" w:rsidRPr="0027034B" w:rsidTr="00721ECF">
        <w:trPr>
          <w:trHeight w:val="360"/>
          <w:jc w:val="center"/>
        </w:trPr>
        <w:tc>
          <w:tcPr>
            <w:tcW w:w="2476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7C3C11" w:rsidRPr="007C3C11" w:rsidRDefault="007C3C11" w:rsidP="00721ECF">
            <w:pPr>
              <w:pStyle w:val="AllCapsHeading"/>
            </w:pPr>
          </w:p>
        </w:tc>
        <w:tc>
          <w:tcPr>
            <w:tcW w:w="6884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A41D93" w:rsidRDefault="00A41D93" w:rsidP="00896B43">
            <w:pPr>
              <w:jc w:val="both"/>
              <w:rPr>
                <w:lang w:val="en-US"/>
              </w:rPr>
            </w:pPr>
            <w:r w:rsidRPr="00A41D93">
              <w:rPr>
                <w:b/>
                <w:lang w:val="en-US"/>
              </w:rPr>
              <w:t xml:space="preserve">(JDC) </w:t>
            </w:r>
            <w:r w:rsidR="00575A42">
              <w:rPr>
                <w:lang w:val="en-US"/>
              </w:rPr>
              <w:t>Currently, the server is set</w:t>
            </w:r>
            <w:r>
              <w:rPr>
                <w:lang w:val="en-US"/>
              </w:rPr>
              <w:t xml:space="preserve"> up. The user administration module is completed.</w:t>
            </w:r>
            <w:r w:rsidR="00084443">
              <w:rPr>
                <w:lang w:val="en-US"/>
              </w:rPr>
              <w:t xml:space="preserve"> </w:t>
            </w:r>
            <w:r w:rsidRPr="00370D1C">
              <w:rPr>
                <w:b/>
                <w:lang w:val="en-US"/>
              </w:rPr>
              <w:t xml:space="preserve">(KOL) </w:t>
            </w:r>
            <w:r w:rsidR="00370D1C">
              <w:rPr>
                <w:lang w:val="en-US"/>
              </w:rPr>
              <w:t>We will send the credentials for IT HQ to review the setup and code.</w:t>
            </w:r>
          </w:p>
          <w:p w:rsidR="00A41D93" w:rsidRDefault="00A41D93" w:rsidP="00896B43">
            <w:pPr>
              <w:jc w:val="both"/>
              <w:rPr>
                <w:lang w:val="en-US"/>
              </w:rPr>
            </w:pPr>
          </w:p>
          <w:p w:rsidR="007C3C11" w:rsidRPr="0027034B" w:rsidRDefault="008A590C" w:rsidP="004C463B">
            <w:pPr>
              <w:jc w:val="both"/>
              <w:rPr>
                <w:lang w:val="en-US"/>
              </w:rPr>
            </w:pPr>
            <w:r w:rsidRPr="008A590C">
              <w:rPr>
                <w:b/>
                <w:lang w:val="en-US"/>
              </w:rPr>
              <w:t>(CBW)</w:t>
            </w:r>
            <w:r w:rsidR="00896B43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 old site will be kept for future reference (archive). However, no fix will be done on it.</w:t>
            </w:r>
          </w:p>
        </w:tc>
      </w:tr>
    </w:tbl>
    <w:p w:rsidR="007C3C11" w:rsidRDefault="007C3C11" w:rsidP="00DC5BA1"/>
    <w:tbl>
      <w:tblPr>
        <w:tblW w:w="9360" w:type="dxa"/>
        <w:jc w:val="center"/>
        <w:tblInd w:w="86" w:type="dxa"/>
        <w:shd w:val="clear" w:color="auto" w:fill="FFFFFF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2476"/>
        <w:gridCol w:w="3942"/>
        <w:gridCol w:w="2942"/>
      </w:tblGrid>
      <w:tr w:rsidR="007C3C11" w:rsidRPr="009D7F19" w:rsidTr="00721ECF">
        <w:trPr>
          <w:trHeight w:val="360"/>
          <w:jc w:val="center"/>
        </w:trPr>
        <w:tc>
          <w:tcPr>
            <w:tcW w:w="6418" w:type="dxa"/>
            <w:gridSpan w:val="2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7C3C11" w:rsidRPr="007C3C11" w:rsidRDefault="004C463B" w:rsidP="009D7F19">
            <w:pPr>
              <w:pStyle w:val="Paragraphedeliste"/>
              <w:numPr>
                <w:ilvl w:val="0"/>
                <w:numId w:val="41"/>
              </w:numPr>
              <w:jc w:val="both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Next meeting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12" w:space="0" w:color="999999"/>
              <w:right w:val="nil"/>
            </w:tcBorders>
            <w:shd w:val="clear" w:color="auto" w:fill="FFFFFF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7C3C11" w:rsidRPr="009D7F19" w:rsidRDefault="007C3C11" w:rsidP="009D7F19">
            <w:pPr>
              <w:jc w:val="both"/>
              <w:rPr>
                <w:b/>
                <w:u w:val="single"/>
                <w:lang w:val="en-US"/>
              </w:rPr>
            </w:pPr>
          </w:p>
        </w:tc>
      </w:tr>
      <w:tr w:rsidR="007C3C11" w:rsidRPr="0027034B" w:rsidTr="00721ECF">
        <w:trPr>
          <w:trHeight w:val="360"/>
          <w:jc w:val="center"/>
        </w:trPr>
        <w:tc>
          <w:tcPr>
            <w:tcW w:w="2476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7C3C11" w:rsidRPr="007C3C11" w:rsidRDefault="007C3C11" w:rsidP="00721ECF">
            <w:pPr>
              <w:pStyle w:val="AllCapsHeading"/>
            </w:pPr>
          </w:p>
        </w:tc>
        <w:tc>
          <w:tcPr>
            <w:tcW w:w="6884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7C3C11" w:rsidRPr="004C463B" w:rsidRDefault="00084443" w:rsidP="00AB512C">
            <w:pPr>
              <w:jc w:val="both"/>
              <w:rPr>
                <w:lang w:val="en-US"/>
              </w:rPr>
            </w:pPr>
            <w:r w:rsidRPr="00084443">
              <w:rPr>
                <w:b/>
                <w:lang w:val="en-US"/>
              </w:rPr>
              <w:t xml:space="preserve">(KOL) </w:t>
            </w:r>
            <w:r w:rsidR="00AB512C">
              <w:rPr>
                <w:lang w:val="en-US"/>
              </w:rPr>
              <w:t>The next videoconference is set for Wednesday, the 10</w:t>
            </w:r>
            <w:r w:rsidR="00AB512C" w:rsidRPr="00AB512C">
              <w:rPr>
                <w:vertAlign w:val="superscript"/>
                <w:lang w:val="en-US"/>
              </w:rPr>
              <w:t>th</w:t>
            </w:r>
            <w:r w:rsidR="00AB512C">
              <w:rPr>
                <w:lang w:val="en-US"/>
              </w:rPr>
              <w:t xml:space="preserve"> of March.</w:t>
            </w:r>
          </w:p>
        </w:tc>
      </w:tr>
    </w:tbl>
    <w:p w:rsidR="007C3C11" w:rsidRPr="00A0482C" w:rsidRDefault="007C3C11" w:rsidP="00DC5BA1">
      <w:pPr>
        <w:rPr>
          <w:lang w:val="en-US"/>
        </w:rPr>
      </w:pPr>
    </w:p>
    <w:sectPr w:rsidR="007C3C11" w:rsidRPr="00A0482C" w:rsidSect="00DC5BA1">
      <w:footerReference w:type="default" r:id="rId9"/>
      <w:pgSz w:w="11907" w:h="16839"/>
      <w:pgMar w:top="1080" w:right="1008" w:bottom="1080" w:left="100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096" w:rsidRDefault="00A57096" w:rsidP="00D03D3C">
      <w:r>
        <w:separator/>
      </w:r>
    </w:p>
  </w:endnote>
  <w:endnote w:type="continuationSeparator" w:id="0">
    <w:p w:rsidR="00A57096" w:rsidRDefault="00A57096" w:rsidP="00D03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096" w:rsidRDefault="00A57096" w:rsidP="00D03D3C">
    <w:pPr>
      <w:pStyle w:val="Pieddepage"/>
      <w:jc w:val="center"/>
    </w:pPr>
    <w:r w:rsidRPr="00E438AC">
      <w:t xml:space="preserve">Page </w:t>
    </w:r>
    <w:fldSimple w:instr=" PAGE ">
      <w:r w:rsidR="0008268F">
        <w:rPr>
          <w:noProof/>
        </w:rPr>
        <w:t>2</w:t>
      </w:r>
    </w:fldSimple>
    <w:r w:rsidRPr="00E438AC">
      <w:t xml:space="preserve"> </w:t>
    </w:r>
    <w:r>
      <w:t>of</w:t>
    </w:r>
    <w:r w:rsidRPr="00E438AC">
      <w:t xml:space="preserve"> </w:t>
    </w:r>
    <w:fldSimple w:instr=" NUMPAGES ">
      <w:r w:rsidR="0008268F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096" w:rsidRDefault="00A57096" w:rsidP="00D03D3C">
      <w:r>
        <w:separator/>
      </w:r>
    </w:p>
  </w:footnote>
  <w:footnote w:type="continuationSeparator" w:id="0">
    <w:p w:rsidR="00A57096" w:rsidRDefault="00A57096" w:rsidP="00D03D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7AB5"/>
    <w:multiLevelType w:val="hybridMultilevel"/>
    <w:tmpl w:val="81DC67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728D5"/>
    <w:multiLevelType w:val="hybridMultilevel"/>
    <w:tmpl w:val="67B88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A36D1"/>
    <w:multiLevelType w:val="hybridMultilevel"/>
    <w:tmpl w:val="7FCC4B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41F64"/>
    <w:multiLevelType w:val="hybridMultilevel"/>
    <w:tmpl w:val="82A0A9CA"/>
    <w:lvl w:ilvl="0" w:tplc="970410E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952FF"/>
    <w:multiLevelType w:val="hybridMultilevel"/>
    <w:tmpl w:val="67B88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B69D5"/>
    <w:multiLevelType w:val="hybridMultilevel"/>
    <w:tmpl w:val="936AF4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94138"/>
    <w:multiLevelType w:val="hybridMultilevel"/>
    <w:tmpl w:val="70D2BE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F089E3C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37D06"/>
    <w:multiLevelType w:val="hybridMultilevel"/>
    <w:tmpl w:val="2E26BE34"/>
    <w:lvl w:ilvl="0" w:tplc="040C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10426DB0"/>
    <w:multiLevelType w:val="hybridMultilevel"/>
    <w:tmpl w:val="04E4002A"/>
    <w:lvl w:ilvl="0" w:tplc="B0A649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715D5"/>
    <w:multiLevelType w:val="hybridMultilevel"/>
    <w:tmpl w:val="C3E6CCF8"/>
    <w:lvl w:ilvl="0" w:tplc="B71077DC">
      <w:start w:val="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A349B6"/>
    <w:multiLevelType w:val="hybridMultilevel"/>
    <w:tmpl w:val="AA32E9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7F1E7F"/>
    <w:multiLevelType w:val="hybridMultilevel"/>
    <w:tmpl w:val="8B246C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556776"/>
    <w:multiLevelType w:val="hybridMultilevel"/>
    <w:tmpl w:val="B17ECD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0756E6"/>
    <w:multiLevelType w:val="hybridMultilevel"/>
    <w:tmpl w:val="E886F410"/>
    <w:lvl w:ilvl="0" w:tplc="3A8C59F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3373A8"/>
    <w:multiLevelType w:val="hybridMultilevel"/>
    <w:tmpl w:val="C23854CE"/>
    <w:lvl w:ilvl="0" w:tplc="99EA45D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F503B3"/>
    <w:multiLevelType w:val="hybridMultilevel"/>
    <w:tmpl w:val="936AF4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73713"/>
    <w:multiLevelType w:val="hybridMultilevel"/>
    <w:tmpl w:val="0CD25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A6305"/>
    <w:multiLevelType w:val="hybridMultilevel"/>
    <w:tmpl w:val="1676014C"/>
    <w:lvl w:ilvl="0" w:tplc="4D4EFBD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27466A"/>
    <w:multiLevelType w:val="hybridMultilevel"/>
    <w:tmpl w:val="3802F1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5D6B72"/>
    <w:multiLevelType w:val="hybridMultilevel"/>
    <w:tmpl w:val="9E2A3B44"/>
    <w:lvl w:ilvl="0" w:tplc="040C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E8A1724"/>
    <w:multiLevelType w:val="hybridMultilevel"/>
    <w:tmpl w:val="AA6C6656"/>
    <w:lvl w:ilvl="0" w:tplc="C8481C22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953520"/>
    <w:multiLevelType w:val="hybridMultilevel"/>
    <w:tmpl w:val="824C27B0"/>
    <w:lvl w:ilvl="0" w:tplc="47F627C2">
      <w:start w:val="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D4307E"/>
    <w:multiLevelType w:val="hybridMultilevel"/>
    <w:tmpl w:val="F77E25F8"/>
    <w:lvl w:ilvl="0" w:tplc="040C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2FC55A46"/>
    <w:multiLevelType w:val="hybridMultilevel"/>
    <w:tmpl w:val="05D0705C"/>
    <w:lvl w:ilvl="0" w:tplc="CEAC343A">
      <w:start w:val="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9D4897"/>
    <w:multiLevelType w:val="hybridMultilevel"/>
    <w:tmpl w:val="FF7CED7C"/>
    <w:lvl w:ilvl="0" w:tplc="35FA09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705645"/>
    <w:multiLevelType w:val="hybridMultilevel"/>
    <w:tmpl w:val="D2CECB7A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7382E66"/>
    <w:multiLevelType w:val="hybridMultilevel"/>
    <w:tmpl w:val="E6CA7B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4155EC"/>
    <w:multiLevelType w:val="hybridMultilevel"/>
    <w:tmpl w:val="42701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5E27C1"/>
    <w:multiLevelType w:val="hybridMultilevel"/>
    <w:tmpl w:val="67B88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5F5A9E"/>
    <w:multiLevelType w:val="hybridMultilevel"/>
    <w:tmpl w:val="67B88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901E6B"/>
    <w:multiLevelType w:val="hybridMultilevel"/>
    <w:tmpl w:val="602CD5FE"/>
    <w:lvl w:ilvl="0" w:tplc="676882C0">
      <w:start w:val="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4A1006"/>
    <w:multiLevelType w:val="hybridMultilevel"/>
    <w:tmpl w:val="46D84400"/>
    <w:lvl w:ilvl="0" w:tplc="391E7D2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5E2DC4"/>
    <w:multiLevelType w:val="hybridMultilevel"/>
    <w:tmpl w:val="BAEA14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3D4AC2"/>
    <w:multiLevelType w:val="hybridMultilevel"/>
    <w:tmpl w:val="936AF4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391F18"/>
    <w:multiLevelType w:val="hybridMultilevel"/>
    <w:tmpl w:val="0CD25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B64333"/>
    <w:multiLevelType w:val="hybridMultilevel"/>
    <w:tmpl w:val="5908FA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342A1F"/>
    <w:multiLevelType w:val="hybridMultilevel"/>
    <w:tmpl w:val="0CD25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F7594F"/>
    <w:multiLevelType w:val="hybridMultilevel"/>
    <w:tmpl w:val="67B88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D7B3717"/>
    <w:multiLevelType w:val="hybridMultilevel"/>
    <w:tmpl w:val="9F0C2FC8"/>
    <w:lvl w:ilvl="0" w:tplc="58F2BEA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AE414C"/>
    <w:multiLevelType w:val="hybridMultilevel"/>
    <w:tmpl w:val="936AF4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657ED7"/>
    <w:multiLevelType w:val="hybridMultilevel"/>
    <w:tmpl w:val="42701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E469E9"/>
    <w:multiLevelType w:val="hybridMultilevel"/>
    <w:tmpl w:val="B42462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806690A"/>
    <w:multiLevelType w:val="hybridMultilevel"/>
    <w:tmpl w:val="DDA802F2"/>
    <w:lvl w:ilvl="0" w:tplc="040C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>
    <w:nsid w:val="71DE298F"/>
    <w:multiLevelType w:val="hybridMultilevel"/>
    <w:tmpl w:val="936AF4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114EE7"/>
    <w:multiLevelType w:val="hybridMultilevel"/>
    <w:tmpl w:val="6CD6B126"/>
    <w:lvl w:ilvl="0" w:tplc="040C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78D843F6"/>
    <w:multiLevelType w:val="hybridMultilevel"/>
    <w:tmpl w:val="FA845EBE"/>
    <w:lvl w:ilvl="0" w:tplc="FF089E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62761C"/>
    <w:multiLevelType w:val="hybridMultilevel"/>
    <w:tmpl w:val="850A66D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41"/>
  </w:num>
  <w:num w:numId="4">
    <w:abstractNumId w:val="46"/>
  </w:num>
  <w:num w:numId="5">
    <w:abstractNumId w:val="17"/>
  </w:num>
  <w:num w:numId="6">
    <w:abstractNumId w:val="13"/>
  </w:num>
  <w:num w:numId="7">
    <w:abstractNumId w:val="7"/>
  </w:num>
  <w:num w:numId="8">
    <w:abstractNumId w:val="22"/>
  </w:num>
  <w:num w:numId="9">
    <w:abstractNumId w:val="19"/>
  </w:num>
  <w:num w:numId="10">
    <w:abstractNumId w:val="44"/>
  </w:num>
  <w:num w:numId="11">
    <w:abstractNumId w:val="42"/>
  </w:num>
  <w:num w:numId="12">
    <w:abstractNumId w:val="9"/>
  </w:num>
  <w:num w:numId="13">
    <w:abstractNumId w:val="45"/>
  </w:num>
  <w:num w:numId="14">
    <w:abstractNumId w:val="0"/>
  </w:num>
  <w:num w:numId="15">
    <w:abstractNumId w:val="6"/>
  </w:num>
  <w:num w:numId="16">
    <w:abstractNumId w:val="35"/>
  </w:num>
  <w:num w:numId="17">
    <w:abstractNumId w:val="32"/>
  </w:num>
  <w:num w:numId="18">
    <w:abstractNumId w:val="30"/>
  </w:num>
  <w:num w:numId="19">
    <w:abstractNumId w:val="28"/>
  </w:num>
  <w:num w:numId="20">
    <w:abstractNumId w:val="8"/>
  </w:num>
  <w:num w:numId="21">
    <w:abstractNumId w:val="34"/>
  </w:num>
  <w:num w:numId="22">
    <w:abstractNumId w:val="3"/>
  </w:num>
  <w:num w:numId="23">
    <w:abstractNumId w:val="14"/>
  </w:num>
  <w:num w:numId="24">
    <w:abstractNumId w:val="20"/>
  </w:num>
  <w:num w:numId="25">
    <w:abstractNumId w:val="10"/>
  </w:num>
  <w:num w:numId="26">
    <w:abstractNumId w:val="23"/>
  </w:num>
  <w:num w:numId="27">
    <w:abstractNumId w:val="11"/>
  </w:num>
  <w:num w:numId="28">
    <w:abstractNumId w:val="36"/>
  </w:num>
  <w:num w:numId="29">
    <w:abstractNumId w:val="16"/>
  </w:num>
  <w:num w:numId="30">
    <w:abstractNumId w:val="24"/>
  </w:num>
  <w:num w:numId="31">
    <w:abstractNumId w:val="26"/>
  </w:num>
  <w:num w:numId="32">
    <w:abstractNumId w:val="31"/>
  </w:num>
  <w:num w:numId="33">
    <w:abstractNumId w:val="40"/>
  </w:num>
  <w:num w:numId="34">
    <w:abstractNumId w:val="21"/>
  </w:num>
  <w:num w:numId="35">
    <w:abstractNumId w:val="25"/>
  </w:num>
  <w:num w:numId="36">
    <w:abstractNumId w:val="18"/>
  </w:num>
  <w:num w:numId="37">
    <w:abstractNumId w:val="27"/>
  </w:num>
  <w:num w:numId="38">
    <w:abstractNumId w:val="43"/>
  </w:num>
  <w:num w:numId="39">
    <w:abstractNumId w:val="4"/>
  </w:num>
  <w:num w:numId="40">
    <w:abstractNumId w:val="37"/>
  </w:num>
  <w:num w:numId="41">
    <w:abstractNumId w:val="1"/>
  </w:num>
  <w:num w:numId="42">
    <w:abstractNumId w:val="29"/>
  </w:num>
  <w:num w:numId="43">
    <w:abstractNumId w:val="15"/>
  </w:num>
  <w:num w:numId="44">
    <w:abstractNumId w:val="5"/>
  </w:num>
  <w:num w:numId="45">
    <w:abstractNumId w:val="39"/>
  </w:num>
  <w:num w:numId="46">
    <w:abstractNumId w:val="33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djustLineHeightInTable/>
  </w:compat>
  <w:rsids>
    <w:rsidRoot w:val="0036303D"/>
    <w:rsid w:val="000010CF"/>
    <w:rsid w:val="00001173"/>
    <w:rsid w:val="00001985"/>
    <w:rsid w:val="00005587"/>
    <w:rsid w:val="00005636"/>
    <w:rsid w:val="000059B4"/>
    <w:rsid w:val="0000705A"/>
    <w:rsid w:val="00010F5F"/>
    <w:rsid w:val="0001237C"/>
    <w:rsid w:val="0001441D"/>
    <w:rsid w:val="00024779"/>
    <w:rsid w:val="00024999"/>
    <w:rsid w:val="00026272"/>
    <w:rsid w:val="000309E2"/>
    <w:rsid w:val="000317F0"/>
    <w:rsid w:val="00032F12"/>
    <w:rsid w:val="00043A11"/>
    <w:rsid w:val="00045BCD"/>
    <w:rsid w:val="00047D29"/>
    <w:rsid w:val="00056B4C"/>
    <w:rsid w:val="00063D0D"/>
    <w:rsid w:val="0006458B"/>
    <w:rsid w:val="00066362"/>
    <w:rsid w:val="00066671"/>
    <w:rsid w:val="00073842"/>
    <w:rsid w:val="00075149"/>
    <w:rsid w:val="000802EF"/>
    <w:rsid w:val="0008268F"/>
    <w:rsid w:val="00084443"/>
    <w:rsid w:val="00086732"/>
    <w:rsid w:val="00086FA0"/>
    <w:rsid w:val="00087E24"/>
    <w:rsid w:val="000924E7"/>
    <w:rsid w:val="00094510"/>
    <w:rsid w:val="000A0905"/>
    <w:rsid w:val="000A0FAC"/>
    <w:rsid w:val="000A4B24"/>
    <w:rsid w:val="000A7192"/>
    <w:rsid w:val="000B2338"/>
    <w:rsid w:val="000B514D"/>
    <w:rsid w:val="000C3904"/>
    <w:rsid w:val="000C3DE2"/>
    <w:rsid w:val="000D69AF"/>
    <w:rsid w:val="000D6E42"/>
    <w:rsid w:val="000D7822"/>
    <w:rsid w:val="000E325F"/>
    <w:rsid w:val="000E419A"/>
    <w:rsid w:val="000E45C7"/>
    <w:rsid w:val="000E79D2"/>
    <w:rsid w:val="000F1D6C"/>
    <w:rsid w:val="000F3005"/>
    <w:rsid w:val="000F512A"/>
    <w:rsid w:val="0010193A"/>
    <w:rsid w:val="0010374D"/>
    <w:rsid w:val="00111B35"/>
    <w:rsid w:val="00116CD4"/>
    <w:rsid w:val="00117A05"/>
    <w:rsid w:val="00121039"/>
    <w:rsid w:val="001304C8"/>
    <w:rsid w:val="001316CD"/>
    <w:rsid w:val="00132AD1"/>
    <w:rsid w:val="00133476"/>
    <w:rsid w:val="00133AC4"/>
    <w:rsid w:val="00143C35"/>
    <w:rsid w:val="00146A75"/>
    <w:rsid w:val="00150E5F"/>
    <w:rsid w:val="00153221"/>
    <w:rsid w:val="001565ED"/>
    <w:rsid w:val="001568D6"/>
    <w:rsid w:val="001572C3"/>
    <w:rsid w:val="00157FED"/>
    <w:rsid w:val="001663A1"/>
    <w:rsid w:val="00173969"/>
    <w:rsid w:val="00181FAD"/>
    <w:rsid w:val="00182A5D"/>
    <w:rsid w:val="0018339F"/>
    <w:rsid w:val="00184A3F"/>
    <w:rsid w:val="00186C32"/>
    <w:rsid w:val="0019491F"/>
    <w:rsid w:val="001965FF"/>
    <w:rsid w:val="001966F9"/>
    <w:rsid w:val="001A0C0C"/>
    <w:rsid w:val="001A3AD8"/>
    <w:rsid w:val="001A68BD"/>
    <w:rsid w:val="001B626F"/>
    <w:rsid w:val="001B784A"/>
    <w:rsid w:val="001C0753"/>
    <w:rsid w:val="001C100F"/>
    <w:rsid w:val="001C3854"/>
    <w:rsid w:val="001C399C"/>
    <w:rsid w:val="001D1011"/>
    <w:rsid w:val="001D16A6"/>
    <w:rsid w:val="001D177C"/>
    <w:rsid w:val="001D3409"/>
    <w:rsid w:val="001E0896"/>
    <w:rsid w:val="001E4CCD"/>
    <w:rsid w:val="001F0AE8"/>
    <w:rsid w:val="001F2BD8"/>
    <w:rsid w:val="001F41A0"/>
    <w:rsid w:val="001F5564"/>
    <w:rsid w:val="00200013"/>
    <w:rsid w:val="00202293"/>
    <w:rsid w:val="002034E3"/>
    <w:rsid w:val="00204B73"/>
    <w:rsid w:val="00204FB3"/>
    <w:rsid w:val="002055C3"/>
    <w:rsid w:val="00213163"/>
    <w:rsid w:val="00213912"/>
    <w:rsid w:val="00221686"/>
    <w:rsid w:val="002233A8"/>
    <w:rsid w:val="00224C91"/>
    <w:rsid w:val="00226786"/>
    <w:rsid w:val="00227075"/>
    <w:rsid w:val="00236109"/>
    <w:rsid w:val="00243D9B"/>
    <w:rsid w:val="00244A97"/>
    <w:rsid w:val="0025417B"/>
    <w:rsid w:val="002550FE"/>
    <w:rsid w:val="0025765E"/>
    <w:rsid w:val="00257676"/>
    <w:rsid w:val="00257976"/>
    <w:rsid w:val="00257C05"/>
    <w:rsid w:val="0026064A"/>
    <w:rsid w:val="00261845"/>
    <w:rsid w:val="002624D0"/>
    <w:rsid w:val="00267680"/>
    <w:rsid w:val="00267842"/>
    <w:rsid w:val="00267F92"/>
    <w:rsid w:val="0027034B"/>
    <w:rsid w:val="0027205F"/>
    <w:rsid w:val="00272B68"/>
    <w:rsid w:val="002738E9"/>
    <w:rsid w:val="00273F7D"/>
    <w:rsid w:val="002769BF"/>
    <w:rsid w:val="00277986"/>
    <w:rsid w:val="00277FD8"/>
    <w:rsid w:val="0028394F"/>
    <w:rsid w:val="0028541D"/>
    <w:rsid w:val="002915E7"/>
    <w:rsid w:val="00292145"/>
    <w:rsid w:val="00293998"/>
    <w:rsid w:val="00293D18"/>
    <w:rsid w:val="002A1E77"/>
    <w:rsid w:val="002A6DCF"/>
    <w:rsid w:val="002A6FA7"/>
    <w:rsid w:val="002B2392"/>
    <w:rsid w:val="002C7C90"/>
    <w:rsid w:val="002D5C2B"/>
    <w:rsid w:val="002D7027"/>
    <w:rsid w:val="002E0179"/>
    <w:rsid w:val="002E0667"/>
    <w:rsid w:val="002F142D"/>
    <w:rsid w:val="002F1C81"/>
    <w:rsid w:val="002F2D50"/>
    <w:rsid w:val="00300C40"/>
    <w:rsid w:val="003070CF"/>
    <w:rsid w:val="00310D76"/>
    <w:rsid w:val="003118C8"/>
    <w:rsid w:val="003135F2"/>
    <w:rsid w:val="003223DB"/>
    <w:rsid w:val="0032272A"/>
    <w:rsid w:val="003268C8"/>
    <w:rsid w:val="00333C0E"/>
    <w:rsid w:val="0033595F"/>
    <w:rsid w:val="00341F29"/>
    <w:rsid w:val="00345326"/>
    <w:rsid w:val="003523C9"/>
    <w:rsid w:val="0035440F"/>
    <w:rsid w:val="00356B7E"/>
    <w:rsid w:val="0035722B"/>
    <w:rsid w:val="0036303D"/>
    <w:rsid w:val="00370D1C"/>
    <w:rsid w:val="00376276"/>
    <w:rsid w:val="003839C4"/>
    <w:rsid w:val="00383CF2"/>
    <w:rsid w:val="003876AE"/>
    <w:rsid w:val="00391D85"/>
    <w:rsid w:val="003923E4"/>
    <w:rsid w:val="0039369D"/>
    <w:rsid w:val="0039440A"/>
    <w:rsid w:val="003A0D42"/>
    <w:rsid w:val="003A4AF9"/>
    <w:rsid w:val="003A59E3"/>
    <w:rsid w:val="003B4121"/>
    <w:rsid w:val="003B6341"/>
    <w:rsid w:val="003C1C80"/>
    <w:rsid w:val="003C34FF"/>
    <w:rsid w:val="003C5D25"/>
    <w:rsid w:val="003D18F6"/>
    <w:rsid w:val="003D2CF1"/>
    <w:rsid w:val="003D49E6"/>
    <w:rsid w:val="003E0D85"/>
    <w:rsid w:val="003E2F5D"/>
    <w:rsid w:val="003E4DF4"/>
    <w:rsid w:val="003E6321"/>
    <w:rsid w:val="003E79C7"/>
    <w:rsid w:val="003F1EF4"/>
    <w:rsid w:val="003F3B80"/>
    <w:rsid w:val="003F6B32"/>
    <w:rsid w:val="003F715D"/>
    <w:rsid w:val="00403D4C"/>
    <w:rsid w:val="004108AD"/>
    <w:rsid w:val="0041435E"/>
    <w:rsid w:val="00417C17"/>
    <w:rsid w:val="00424296"/>
    <w:rsid w:val="00425DFF"/>
    <w:rsid w:val="00426BC1"/>
    <w:rsid w:val="00433858"/>
    <w:rsid w:val="004401C0"/>
    <w:rsid w:val="004406F4"/>
    <w:rsid w:val="004420F7"/>
    <w:rsid w:val="00442C1E"/>
    <w:rsid w:val="0044343B"/>
    <w:rsid w:val="0044372B"/>
    <w:rsid w:val="00444C05"/>
    <w:rsid w:val="00445983"/>
    <w:rsid w:val="004461AA"/>
    <w:rsid w:val="0044706F"/>
    <w:rsid w:val="00452151"/>
    <w:rsid w:val="00460837"/>
    <w:rsid w:val="00463D97"/>
    <w:rsid w:val="00465478"/>
    <w:rsid w:val="0046585C"/>
    <w:rsid w:val="00471AF1"/>
    <w:rsid w:val="00480A93"/>
    <w:rsid w:val="00482F32"/>
    <w:rsid w:val="004839BD"/>
    <w:rsid w:val="0048757E"/>
    <w:rsid w:val="00491617"/>
    <w:rsid w:val="004959E9"/>
    <w:rsid w:val="004A0754"/>
    <w:rsid w:val="004A0B2D"/>
    <w:rsid w:val="004A262E"/>
    <w:rsid w:val="004A608F"/>
    <w:rsid w:val="004A63B7"/>
    <w:rsid w:val="004A7DA6"/>
    <w:rsid w:val="004B0E3F"/>
    <w:rsid w:val="004B45CB"/>
    <w:rsid w:val="004B4C97"/>
    <w:rsid w:val="004C463B"/>
    <w:rsid w:val="004C5779"/>
    <w:rsid w:val="004C7454"/>
    <w:rsid w:val="004C75B9"/>
    <w:rsid w:val="004D3DAF"/>
    <w:rsid w:val="004D5958"/>
    <w:rsid w:val="004D6F4C"/>
    <w:rsid w:val="004E1566"/>
    <w:rsid w:val="004E2348"/>
    <w:rsid w:val="004E39A9"/>
    <w:rsid w:val="004E571D"/>
    <w:rsid w:val="004E5C8E"/>
    <w:rsid w:val="004F7E92"/>
    <w:rsid w:val="005111CA"/>
    <w:rsid w:val="0051134B"/>
    <w:rsid w:val="005122CA"/>
    <w:rsid w:val="005138FE"/>
    <w:rsid w:val="0052201B"/>
    <w:rsid w:val="00523F48"/>
    <w:rsid w:val="00527EFA"/>
    <w:rsid w:val="00533098"/>
    <w:rsid w:val="00534C35"/>
    <w:rsid w:val="00537F35"/>
    <w:rsid w:val="0054061F"/>
    <w:rsid w:val="00543DDB"/>
    <w:rsid w:val="00550EF6"/>
    <w:rsid w:val="00552A7A"/>
    <w:rsid w:val="00555D1D"/>
    <w:rsid w:val="00556923"/>
    <w:rsid w:val="005576B9"/>
    <w:rsid w:val="00565522"/>
    <w:rsid w:val="00566D5C"/>
    <w:rsid w:val="00566FAE"/>
    <w:rsid w:val="005679BB"/>
    <w:rsid w:val="00571BAC"/>
    <w:rsid w:val="00575A42"/>
    <w:rsid w:val="00583131"/>
    <w:rsid w:val="005833CC"/>
    <w:rsid w:val="00584F61"/>
    <w:rsid w:val="005903BA"/>
    <w:rsid w:val="00591643"/>
    <w:rsid w:val="0059457B"/>
    <w:rsid w:val="00594EE3"/>
    <w:rsid w:val="00594F8B"/>
    <w:rsid w:val="005969F7"/>
    <w:rsid w:val="005A2488"/>
    <w:rsid w:val="005A24E5"/>
    <w:rsid w:val="005A2AA8"/>
    <w:rsid w:val="005A2C42"/>
    <w:rsid w:val="005A3E6C"/>
    <w:rsid w:val="005A5002"/>
    <w:rsid w:val="005A7A68"/>
    <w:rsid w:val="005B1567"/>
    <w:rsid w:val="005B5C0E"/>
    <w:rsid w:val="005C00F3"/>
    <w:rsid w:val="005C19A7"/>
    <w:rsid w:val="005D58A1"/>
    <w:rsid w:val="005E030A"/>
    <w:rsid w:val="005E398E"/>
    <w:rsid w:val="005E4DA3"/>
    <w:rsid w:val="005F388D"/>
    <w:rsid w:val="005F3EF8"/>
    <w:rsid w:val="005F4E3C"/>
    <w:rsid w:val="005F5D92"/>
    <w:rsid w:val="005F7276"/>
    <w:rsid w:val="0060274E"/>
    <w:rsid w:val="00605E04"/>
    <w:rsid w:val="0060628D"/>
    <w:rsid w:val="006114BE"/>
    <w:rsid w:val="00615B58"/>
    <w:rsid w:val="00617455"/>
    <w:rsid w:val="00620BBC"/>
    <w:rsid w:val="006320FB"/>
    <w:rsid w:val="00634AD4"/>
    <w:rsid w:val="0063596C"/>
    <w:rsid w:val="00635D62"/>
    <w:rsid w:val="00640E98"/>
    <w:rsid w:val="00640F6A"/>
    <w:rsid w:val="0065393B"/>
    <w:rsid w:val="006578A2"/>
    <w:rsid w:val="0066456C"/>
    <w:rsid w:val="00666473"/>
    <w:rsid w:val="00666D17"/>
    <w:rsid w:val="00667862"/>
    <w:rsid w:val="00667F9B"/>
    <w:rsid w:val="00670FA8"/>
    <w:rsid w:val="006766E2"/>
    <w:rsid w:val="00680A36"/>
    <w:rsid w:val="00681818"/>
    <w:rsid w:val="006820D8"/>
    <w:rsid w:val="00684378"/>
    <w:rsid w:val="0069397C"/>
    <w:rsid w:val="006960BA"/>
    <w:rsid w:val="006A5039"/>
    <w:rsid w:val="006B15D0"/>
    <w:rsid w:val="006B267C"/>
    <w:rsid w:val="006D3D54"/>
    <w:rsid w:val="006E66B1"/>
    <w:rsid w:val="006E6B23"/>
    <w:rsid w:val="006E72E6"/>
    <w:rsid w:val="006F0E6D"/>
    <w:rsid w:val="006F47F6"/>
    <w:rsid w:val="006F4C4A"/>
    <w:rsid w:val="006F5EE3"/>
    <w:rsid w:val="006F69BB"/>
    <w:rsid w:val="006F6BF0"/>
    <w:rsid w:val="007018E7"/>
    <w:rsid w:val="00706163"/>
    <w:rsid w:val="00710662"/>
    <w:rsid w:val="00712861"/>
    <w:rsid w:val="007130A6"/>
    <w:rsid w:val="0071452E"/>
    <w:rsid w:val="007160A7"/>
    <w:rsid w:val="00716673"/>
    <w:rsid w:val="00721ECF"/>
    <w:rsid w:val="00725E9E"/>
    <w:rsid w:val="007262F5"/>
    <w:rsid w:val="0072633B"/>
    <w:rsid w:val="00727DB4"/>
    <w:rsid w:val="00733810"/>
    <w:rsid w:val="007468DD"/>
    <w:rsid w:val="007536B0"/>
    <w:rsid w:val="00756201"/>
    <w:rsid w:val="0076013B"/>
    <w:rsid w:val="007647C0"/>
    <w:rsid w:val="00766CB0"/>
    <w:rsid w:val="00767868"/>
    <w:rsid w:val="00771378"/>
    <w:rsid w:val="00772458"/>
    <w:rsid w:val="00773121"/>
    <w:rsid w:val="0077394D"/>
    <w:rsid w:val="00774A47"/>
    <w:rsid w:val="0077795C"/>
    <w:rsid w:val="007834BB"/>
    <w:rsid w:val="007861F3"/>
    <w:rsid w:val="00787A68"/>
    <w:rsid w:val="007908C4"/>
    <w:rsid w:val="007924E5"/>
    <w:rsid w:val="00794A82"/>
    <w:rsid w:val="007950A7"/>
    <w:rsid w:val="0079557A"/>
    <w:rsid w:val="007A7388"/>
    <w:rsid w:val="007B6C34"/>
    <w:rsid w:val="007B7CAC"/>
    <w:rsid w:val="007C0879"/>
    <w:rsid w:val="007C08E6"/>
    <w:rsid w:val="007C137C"/>
    <w:rsid w:val="007C2345"/>
    <w:rsid w:val="007C3C11"/>
    <w:rsid w:val="007D07D9"/>
    <w:rsid w:val="007D3D4A"/>
    <w:rsid w:val="007E41B9"/>
    <w:rsid w:val="007F349E"/>
    <w:rsid w:val="007F36F9"/>
    <w:rsid w:val="007F6408"/>
    <w:rsid w:val="00803088"/>
    <w:rsid w:val="008104A0"/>
    <w:rsid w:val="00811DF8"/>
    <w:rsid w:val="00817878"/>
    <w:rsid w:val="00822E8B"/>
    <w:rsid w:val="00823838"/>
    <w:rsid w:val="00824807"/>
    <w:rsid w:val="008253E9"/>
    <w:rsid w:val="00827A99"/>
    <w:rsid w:val="008318C8"/>
    <w:rsid w:val="0083728B"/>
    <w:rsid w:val="00845117"/>
    <w:rsid w:val="00850229"/>
    <w:rsid w:val="00851E82"/>
    <w:rsid w:val="00852E39"/>
    <w:rsid w:val="00856F0F"/>
    <w:rsid w:val="00872882"/>
    <w:rsid w:val="00874FBF"/>
    <w:rsid w:val="00875059"/>
    <w:rsid w:val="00875BEB"/>
    <w:rsid w:val="00875CE6"/>
    <w:rsid w:val="00881D99"/>
    <w:rsid w:val="0088375D"/>
    <w:rsid w:val="00887E21"/>
    <w:rsid w:val="008938C1"/>
    <w:rsid w:val="008954A8"/>
    <w:rsid w:val="00896147"/>
    <w:rsid w:val="00896B43"/>
    <w:rsid w:val="00896F86"/>
    <w:rsid w:val="008A590C"/>
    <w:rsid w:val="008A76EE"/>
    <w:rsid w:val="008B0854"/>
    <w:rsid w:val="008B2335"/>
    <w:rsid w:val="008C25B4"/>
    <w:rsid w:val="008C4494"/>
    <w:rsid w:val="008C6348"/>
    <w:rsid w:val="008D6CBA"/>
    <w:rsid w:val="008D7C7F"/>
    <w:rsid w:val="008E4E5D"/>
    <w:rsid w:val="008E6458"/>
    <w:rsid w:val="008F1332"/>
    <w:rsid w:val="00903A23"/>
    <w:rsid w:val="0090591F"/>
    <w:rsid w:val="00914E85"/>
    <w:rsid w:val="00917832"/>
    <w:rsid w:val="00921F92"/>
    <w:rsid w:val="00930054"/>
    <w:rsid w:val="00930CC1"/>
    <w:rsid w:val="00934110"/>
    <w:rsid w:val="009346EF"/>
    <w:rsid w:val="00935B5C"/>
    <w:rsid w:val="00944893"/>
    <w:rsid w:val="00950686"/>
    <w:rsid w:val="00954F6C"/>
    <w:rsid w:val="00960058"/>
    <w:rsid w:val="00961AD6"/>
    <w:rsid w:val="00964962"/>
    <w:rsid w:val="00965F78"/>
    <w:rsid w:val="00975ED0"/>
    <w:rsid w:val="00976EAB"/>
    <w:rsid w:val="0097704B"/>
    <w:rsid w:val="00980381"/>
    <w:rsid w:val="00980415"/>
    <w:rsid w:val="009854A8"/>
    <w:rsid w:val="00991750"/>
    <w:rsid w:val="00993135"/>
    <w:rsid w:val="00996241"/>
    <w:rsid w:val="009A0608"/>
    <w:rsid w:val="009A51FE"/>
    <w:rsid w:val="009B1D68"/>
    <w:rsid w:val="009B2C90"/>
    <w:rsid w:val="009B3F8D"/>
    <w:rsid w:val="009B41E1"/>
    <w:rsid w:val="009B56D0"/>
    <w:rsid w:val="009B6E5C"/>
    <w:rsid w:val="009C02FB"/>
    <w:rsid w:val="009C0CFF"/>
    <w:rsid w:val="009C1E28"/>
    <w:rsid w:val="009C3658"/>
    <w:rsid w:val="009C4E5E"/>
    <w:rsid w:val="009C5979"/>
    <w:rsid w:val="009C7DDD"/>
    <w:rsid w:val="009D173C"/>
    <w:rsid w:val="009D5486"/>
    <w:rsid w:val="009D6F7E"/>
    <w:rsid w:val="009D72AC"/>
    <w:rsid w:val="009D7F19"/>
    <w:rsid w:val="009E0606"/>
    <w:rsid w:val="009E1D7C"/>
    <w:rsid w:val="009E31C3"/>
    <w:rsid w:val="009E50F6"/>
    <w:rsid w:val="009E56C7"/>
    <w:rsid w:val="009E58BF"/>
    <w:rsid w:val="00A02845"/>
    <w:rsid w:val="00A034CD"/>
    <w:rsid w:val="00A03CC1"/>
    <w:rsid w:val="00A03DCF"/>
    <w:rsid w:val="00A0482C"/>
    <w:rsid w:val="00A064A7"/>
    <w:rsid w:val="00A06820"/>
    <w:rsid w:val="00A0761E"/>
    <w:rsid w:val="00A10B6D"/>
    <w:rsid w:val="00A12FEA"/>
    <w:rsid w:val="00A13962"/>
    <w:rsid w:val="00A16992"/>
    <w:rsid w:val="00A2323C"/>
    <w:rsid w:val="00A266F2"/>
    <w:rsid w:val="00A32573"/>
    <w:rsid w:val="00A35753"/>
    <w:rsid w:val="00A4112A"/>
    <w:rsid w:val="00A41588"/>
    <w:rsid w:val="00A41D93"/>
    <w:rsid w:val="00A44949"/>
    <w:rsid w:val="00A4494A"/>
    <w:rsid w:val="00A44D2D"/>
    <w:rsid w:val="00A523F9"/>
    <w:rsid w:val="00A5297F"/>
    <w:rsid w:val="00A57096"/>
    <w:rsid w:val="00A60ABD"/>
    <w:rsid w:val="00A71FE6"/>
    <w:rsid w:val="00A807BA"/>
    <w:rsid w:val="00A81FA5"/>
    <w:rsid w:val="00A82099"/>
    <w:rsid w:val="00A827B4"/>
    <w:rsid w:val="00A82A7F"/>
    <w:rsid w:val="00A835D2"/>
    <w:rsid w:val="00A839FE"/>
    <w:rsid w:val="00A85B82"/>
    <w:rsid w:val="00A8607D"/>
    <w:rsid w:val="00A86216"/>
    <w:rsid w:val="00A90E8E"/>
    <w:rsid w:val="00A92070"/>
    <w:rsid w:val="00A93939"/>
    <w:rsid w:val="00A9411B"/>
    <w:rsid w:val="00A948CF"/>
    <w:rsid w:val="00A95F55"/>
    <w:rsid w:val="00A976D6"/>
    <w:rsid w:val="00A97D20"/>
    <w:rsid w:val="00AA45C2"/>
    <w:rsid w:val="00AA56AD"/>
    <w:rsid w:val="00AA6A03"/>
    <w:rsid w:val="00AB3A6C"/>
    <w:rsid w:val="00AB512C"/>
    <w:rsid w:val="00AB5A8D"/>
    <w:rsid w:val="00AB6645"/>
    <w:rsid w:val="00AC27E2"/>
    <w:rsid w:val="00AD17ED"/>
    <w:rsid w:val="00AE336C"/>
    <w:rsid w:val="00AE379A"/>
    <w:rsid w:val="00AE4CE6"/>
    <w:rsid w:val="00AE6F93"/>
    <w:rsid w:val="00AF1D6C"/>
    <w:rsid w:val="00AF5457"/>
    <w:rsid w:val="00AF6BD9"/>
    <w:rsid w:val="00B0507B"/>
    <w:rsid w:val="00B05960"/>
    <w:rsid w:val="00B0672C"/>
    <w:rsid w:val="00B1469F"/>
    <w:rsid w:val="00B16856"/>
    <w:rsid w:val="00B20A11"/>
    <w:rsid w:val="00B20D9B"/>
    <w:rsid w:val="00B30878"/>
    <w:rsid w:val="00B31EBA"/>
    <w:rsid w:val="00B35598"/>
    <w:rsid w:val="00B37B12"/>
    <w:rsid w:val="00B46D5B"/>
    <w:rsid w:val="00B547D4"/>
    <w:rsid w:val="00B54CDB"/>
    <w:rsid w:val="00B567AB"/>
    <w:rsid w:val="00B6023C"/>
    <w:rsid w:val="00B61BB5"/>
    <w:rsid w:val="00B63131"/>
    <w:rsid w:val="00B634D9"/>
    <w:rsid w:val="00B66DE8"/>
    <w:rsid w:val="00B77293"/>
    <w:rsid w:val="00B90B1D"/>
    <w:rsid w:val="00B9388F"/>
    <w:rsid w:val="00B9411F"/>
    <w:rsid w:val="00BA0542"/>
    <w:rsid w:val="00BA5B08"/>
    <w:rsid w:val="00BA5B86"/>
    <w:rsid w:val="00BA7688"/>
    <w:rsid w:val="00BB2091"/>
    <w:rsid w:val="00BB7153"/>
    <w:rsid w:val="00BC5177"/>
    <w:rsid w:val="00BC5DF4"/>
    <w:rsid w:val="00BD441E"/>
    <w:rsid w:val="00BD4B23"/>
    <w:rsid w:val="00BD4CCA"/>
    <w:rsid w:val="00BD4F3C"/>
    <w:rsid w:val="00BD5B94"/>
    <w:rsid w:val="00BE6720"/>
    <w:rsid w:val="00BF7BD0"/>
    <w:rsid w:val="00BF7BDD"/>
    <w:rsid w:val="00C03C30"/>
    <w:rsid w:val="00C03D50"/>
    <w:rsid w:val="00C03F0F"/>
    <w:rsid w:val="00C07B99"/>
    <w:rsid w:val="00C118CA"/>
    <w:rsid w:val="00C12DC0"/>
    <w:rsid w:val="00C15ACD"/>
    <w:rsid w:val="00C168CB"/>
    <w:rsid w:val="00C20F0B"/>
    <w:rsid w:val="00C22778"/>
    <w:rsid w:val="00C240D4"/>
    <w:rsid w:val="00C24AB5"/>
    <w:rsid w:val="00C25B38"/>
    <w:rsid w:val="00C27EBC"/>
    <w:rsid w:val="00C37CF5"/>
    <w:rsid w:val="00C42175"/>
    <w:rsid w:val="00C461D0"/>
    <w:rsid w:val="00C52A1C"/>
    <w:rsid w:val="00C564D6"/>
    <w:rsid w:val="00C62517"/>
    <w:rsid w:val="00C66D45"/>
    <w:rsid w:val="00C71F37"/>
    <w:rsid w:val="00C752FC"/>
    <w:rsid w:val="00C765A1"/>
    <w:rsid w:val="00C91128"/>
    <w:rsid w:val="00C91F2F"/>
    <w:rsid w:val="00C9406C"/>
    <w:rsid w:val="00C95F56"/>
    <w:rsid w:val="00C977D6"/>
    <w:rsid w:val="00CA0E8B"/>
    <w:rsid w:val="00CA21C2"/>
    <w:rsid w:val="00CA3E29"/>
    <w:rsid w:val="00CA59FF"/>
    <w:rsid w:val="00CA71AE"/>
    <w:rsid w:val="00CA76F7"/>
    <w:rsid w:val="00CB2DA5"/>
    <w:rsid w:val="00CB4D94"/>
    <w:rsid w:val="00CB5254"/>
    <w:rsid w:val="00CB6388"/>
    <w:rsid w:val="00CB6A63"/>
    <w:rsid w:val="00CC3553"/>
    <w:rsid w:val="00CC3C72"/>
    <w:rsid w:val="00CC5A5B"/>
    <w:rsid w:val="00CD0327"/>
    <w:rsid w:val="00CD2833"/>
    <w:rsid w:val="00CD293D"/>
    <w:rsid w:val="00CE0B74"/>
    <w:rsid w:val="00CE2995"/>
    <w:rsid w:val="00CE2DD0"/>
    <w:rsid w:val="00CE3E63"/>
    <w:rsid w:val="00CE600E"/>
    <w:rsid w:val="00CE7AFE"/>
    <w:rsid w:val="00D03D3C"/>
    <w:rsid w:val="00D07C4E"/>
    <w:rsid w:val="00D15EE3"/>
    <w:rsid w:val="00D1610E"/>
    <w:rsid w:val="00D263AE"/>
    <w:rsid w:val="00D27197"/>
    <w:rsid w:val="00D31E69"/>
    <w:rsid w:val="00D3571A"/>
    <w:rsid w:val="00D35C7F"/>
    <w:rsid w:val="00D40753"/>
    <w:rsid w:val="00D443ED"/>
    <w:rsid w:val="00D50028"/>
    <w:rsid w:val="00D50C3A"/>
    <w:rsid w:val="00D52D9D"/>
    <w:rsid w:val="00D55C87"/>
    <w:rsid w:val="00D61362"/>
    <w:rsid w:val="00D63D2A"/>
    <w:rsid w:val="00D656B6"/>
    <w:rsid w:val="00D677EC"/>
    <w:rsid w:val="00D70900"/>
    <w:rsid w:val="00D715B6"/>
    <w:rsid w:val="00D725C5"/>
    <w:rsid w:val="00D73339"/>
    <w:rsid w:val="00D745D2"/>
    <w:rsid w:val="00D82D5C"/>
    <w:rsid w:val="00D83822"/>
    <w:rsid w:val="00D85484"/>
    <w:rsid w:val="00D865EE"/>
    <w:rsid w:val="00D86FEC"/>
    <w:rsid w:val="00D9089A"/>
    <w:rsid w:val="00D95688"/>
    <w:rsid w:val="00D957D3"/>
    <w:rsid w:val="00D97D68"/>
    <w:rsid w:val="00DA0201"/>
    <w:rsid w:val="00DA545C"/>
    <w:rsid w:val="00DA6514"/>
    <w:rsid w:val="00DA7803"/>
    <w:rsid w:val="00DB0FDC"/>
    <w:rsid w:val="00DB6EFC"/>
    <w:rsid w:val="00DC136B"/>
    <w:rsid w:val="00DC1CF6"/>
    <w:rsid w:val="00DC5BA1"/>
    <w:rsid w:val="00DD10CB"/>
    <w:rsid w:val="00DD228C"/>
    <w:rsid w:val="00DD395F"/>
    <w:rsid w:val="00DD6DFB"/>
    <w:rsid w:val="00DD6E23"/>
    <w:rsid w:val="00DE34D9"/>
    <w:rsid w:val="00DE6B95"/>
    <w:rsid w:val="00DF11EB"/>
    <w:rsid w:val="00DF1A8C"/>
    <w:rsid w:val="00DF4D7A"/>
    <w:rsid w:val="00E05F61"/>
    <w:rsid w:val="00E123CA"/>
    <w:rsid w:val="00E16E83"/>
    <w:rsid w:val="00E1748F"/>
    <w:rsid w:val="00E20CB9"/>
    <w:rsid w:val="00E21C01"/>
    <w:rsid w:val="00E22451"/>
    <w:rsid w:val="00E227F4"/>
    <w:rsid w:val="00E24A05"/>
    <w:rsid w:val="00E2763C"/>
    <w:rsid w:val="00E33FC0"/>
    <w:rsid w:val="00E3431F"/>
    <w:rsid w:val="00E3716F"/>
    <w:rsid w:val="00E378CA"/>
    <w:rsid w:val="00E410A3"/>
    <w:rsid w:val="00E426EC"/>
    <w:rsid w:val="00E428C0"/>
    <w:rsid w:val="00E51824"/>
    <w:rsid w:val="00E62AAA"/>
    <w:rsid w:val="00E631BD"/>
    <w:rsid w:val="00E66AAA"/>
    <w:rsid w:val="00E7128C"/>
    <w:rsid w:val="00E7199F"/>
    <w:rsid w:val="00E74CC4"/>
    <w:rsid w:val="00E754C9"/>
    <w:rsid w:val="00E805B9"/>
    <w:rsid w:val="00E86350"/>
    <w:rsid w:val="00E86F1E"/>
    <w:rsid w:val="00E87205"/>
    <w:rsid w:val="00E91999"/>
    <w:rsid w:val="00E97BB4"/>
    <w:rsid w:val="00EA017F"/>
    <w:rsid w:val="00EA111B"/>
    <w:rsid w:val="00EA4503"/>
    <w:rsid w:val="00EB0FBE"/>
    <w:rsid w:val="00EC0DB4"/>
    <w:rsid w:val="00EC74E5"/>
    <w:rsid w:val="00ED0EC9"/>
    <w:rsid w:val="00ED19C5"/>
    <w:rsid w:val="00ED22FE"/>
    <w:rsid w:val="00ED5757"/>
    <w:rsid w:val="00ED6040"/>
    <w:rsid w:val="00ED7AB2"/>
    <w:rsid w:val="00EE0179"/>
    <w:rsid w:val="00EE3C8B"/>
    <w:rsid w:val="00EE5418"/>
    <w:rsid w:val="00EE5733"/>
    <w:rsid w:val="00EE62A3"/>
    <w:rsid w:val="00EE630C"/>
    <w:rsid w:val="00EE6968"/>
    <w:rsid w:val="00EE7EE9"/>
    <w:rsid w:val="00EF0519"/>
    <w:rsid w:val="00F00D61"/>
    <w:rsid w:val="00F01A9F"/>
    <w:rsid w:val="00F01EEB"/>
    <w:rsid w:val="00F02D05"/>
    <w:rsid w:val="00F0368E"/>
    <w:rsid w:val="00F05466"/>
    <w:rsid w:val="00F103FF"/>
    <w:rsid w:val="00F12F36"/>
    <w:rsid w:val="00F13280"/>
    <w:rsid w:val="00F275CF"/>
    <w:rsid w:val="00F2764C"/>
    <w:rsid w:val="00F366AA"/>
    <w:rsid w:val="00F41D37"/>
    <w:rsid w:val="00F426FF"/>
    <w:rsid w:val="00F449A4"/>
    <w:rsid w:val="00F53912"/>
    <w:rsid w:val="00F54E31"/>
    <w:rsid w:val="00F55D04"/>
    <w:rsid w:val="00F55E16"/>
    <w:rsid w:val="00F56FD1"/>
    <w:rsid w:val="00F633E0"/>
    <w:rsid w:val="00F65195"/>
    <w:rsid w:val="00F74A6A"/>
    <w:rsid w:val="00F76DEE"/>
    <w:rsid w:val="00F76E62"/>
    <w:rsid w:val="00F813DA"/>
    <w:rsid w:val="00F81DA6"/>
    <w:rsid w:val="00F8258F"/>
    <w:rsid w:val="00F86046"/>
    <w:rsid w:val="00F875CC"/>
    <w:rsid w:val="00F93BD1"/>
    <w:rsid w:val="00F94799"/>
    <w:rsid w:val="00F95B9C"/>
    <w:rsid w:val="00F95F91"/>
    <w:rsid w:val="00F97764"/>
    <w:rsid w:val="00FA14C2"/>
    <w:rsid w:val="00FA25DD"/>
    <w:rsid w:val="00FA6C6C"/>
    <w:rsid w:val="00FB090E"/>
    <w:rsid w:val="00FB119D"/>
    <w:rsid w:val="00FB500F"/>
    <w:rsid w:val="00FC18CA"/>
    <w:rsid w:val="00FC3DD0"/>
    <w:rsid w:val="00FD0BFC"/>
    <w:rsid w:val="00FD279C"/>
    <w:rsid w:val="00FD7359"/>
    <w:rsid w:val="00FE56BC"/>
    <w:rsid w:val="00FF4CB1"/>
    <w:rsid w:val="00FF6CF9"/>
    <w:rsid w:val="00FF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33A8"/>
    <w:rPr>
      <w:rFonts w:ascii="Tahoma" w:hAnsi="Tahoma" w:cs="Tahoma"/>
      <w:spacing w:val="4"/>
      <w:sz w:val="16"/>
      <w:szCs w:val="16"/>
      <w:lang w:val="en-GB" w:eastAsia="en-US" w:bidi="ne-IN"/>
    </w:rPr>
  </w:style>
  <w:style w:type="paragraph" w:styleId="Titre1">
    <w:name w:val="heading 1"/>
    <w:basedOn w:val="Normal"/>
    <w:next w:val="Normal"/>
    <w:qFormat/>
    <w:rsid w:val="002233A8"/>
    <w:pPr>
      <w:outlineLvl w:val="0"/>
    </w:pPr>
    <w:rPr>
      <w:sz w:val="40"/>
      <w:szCs w:val="40"/>
    </w:rPr>
  </w:style>
  <w:style w:type="paragraph" w:styleId="Titre2">
    <w:name w:val="heading 2"/>
    <w:basedOn w:val="Titre1"/>
    <w:next w:val="Normal"/>
    <w:qFormat/>
    <w:rsid w:val="002233A8"/>
    <w:pPr>
      <w:outlineLvl w:val="1"/>
    </w:pPr>
    <w:rPr>
      <w:sz w:val="24"/>
      <w:szCs w:val="24"/>
    </w:rPr>
  </w:style>
  <w:style w:type="paragraph" w:styleId="Titre3">
    <w:name w:val="heading 3"/>
    <w:basedOn w:val="Titre1"/>
    <w:next w:val="Normal"/>
    <w:qFormat/>
    <w:rsid w:val="002233A8"/>
    <w:pPr>
      <w:outlineLvl w:val="2"/>
    </w:pPr>
    <w:rPr>
      <w:caps/>
      <w:color w:val="999999"/>
      <w:sz w:val="32"/>
      <w:szCs w:val="32"/>
    </w:rPr>
  </w:style>
  <w:style w:type="paragraph" w:styleId="Titre4">
    <w:name w:val="heading 4"/>
    <w:basedOn w:val="Normal"/>
    <w:next w:val="Normal"/>
    <w:qFormat/>
    <w:rsid w:val="002233A8"/>
    <w:pPr>
      <w:framePr w:hSpace="187" w:wrap="around" w:vAnchor="page" w:hAnchor="page" w:xAlign="center" w:y="1441"/>
      <w:outlineLvl w:val="3"/>
    </w:pPr>
    <w:rPr>
      <w:caps/>
    </w:rPr>
  </w:style>
  <w:style w:type="paragraph" w:styleId="Titre5">
    <w:name w:val="heading 5"/>
    <w:basedOn w:val="Normal"/>
    <w:next w:val="Normal"/>
    <w:qFormat/>
    <w:rsid w:val="002233A8"/>
    <w:pPr>
      <w:jc w:val="right"/>
      <w:outlineLvl w:val="4"/>
    </w:pPr>
    <w:rPr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2233A8"/>
    <w:rPr>
      <w:rFonts w:cs="Times New Roman"/>
    </w:rPr>
  </w:style>
  <w:style w:type="paragraph" w:customStyle="1" w:styleId="AllCapsHeading">
    <w:name w:val="All Caps Heading"/>
    <w:basedOn w:val="Normal"/>
    <w:rsid w:val="002233A8"/>
    <w:rPr>
      <w:b/>
      <w:caps/>
      <w:color w:val="808080"/>
      <w:sz w:val="14"/>
      <w:szCs w:val="14"/>
      <w:lang w:val="en-US" w:bidi="en-US"/>
    </w:rPr>
  </w:style>
  <w:style w:type="table" w:styleId="Grilledutableau">
    <w:name w:val="Table Grid"/>
    <w:basedOn w:val="TableauNormal"/>
    <w:rsid w:val="00157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93939"/>
    <w:pPr>
      <w:ind w:left="720"/>
      <w:contextualSpacing/>
    </w:pPr>
    <w:rPr>
      <w:szCs w:val="14"/>
    </w:rPr>
  </w:style>
  <w:style w:type="paragraph" w:styleId="En-tte">
    <w:name w:val="header"/>
    <w:basedOn w:val="Normal"/>
    <w:link w:val="En-tteCar"/>
    <w:rsid w:val="00D03D3C"/>
    <w:pPr>
      <w:tabs>
        <w:tab w:val="center" w:pos="4536"/>
        <w:tab w:val="right" w:pos="9072"/>
      </w:tabs>
    </w:pPr>
    <w:rPr>
      <w:szCs w:val="14"/>
    </w:rPr>
  </w:style>
  <w:style w:type="character" w:customStyle="1" w:styleId="En-tteCar">
    <w:name w:val="En-tête Car"/>
    <w:basedOn w:val="Policepardfaut"/>
    <w:link w:val="En-tte"/>
    <w:rsid w:val="00D03D3C"/>
    <w:rPr>
      <w:rFonts w:ascii="Tahoma" w:hAnsi="Tahoma" w:cs="Tahoma"/>
      <w:spacing w:val="4"/>
      <w:sz w:val="16"/>
      <w:szCs w:val="14"/>
      <w:lang w:val="en-GB" w:eastAsia="en-US" w:bidi="ne-IN"/>
    </w:rPr>
  </w:style>
  <w:style w:type="paragraph" w:styleId="Pieddepage">
    <w:name w:val="footer"/>
    <w:basedOn w:val="Normal"/>
    <w:link w:val="PieddepageCar"/>
    <w:rsid w:val="00D03D3C"/>
    <w:pPr>
      <w:tabs>
        <w:tab w:val="center" w:pos="4536"/>
        <w:tab w:val="right" w:pos="9072"/>
      </w:tabs>
    </w:pPr>
    <w:rPr>
      <w:szCs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03D3C"/>
    <w:rPr>
      <w:rFonts w:ascii="Tahoma" w:hAnsi="Tahoma" w:cs="Tahoma"/>
      <w:spacing w:val="4"/>
      <w:sz w:val="16"/>
      <w:szCs w:val="14"/>
      <w:lang w:val="en-GB" w:eastAsia="en-US" w:bidi="ne-IN"/>
    </w:rPr>
  </w:style>
  <w:style w:type="character" w:styleId="Numrodepage">
    <w:name w:val="page number"/>
    <w:basedOn w:val="Policepardfaut"/>
    <w:rsid w:val="00D03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TCD215.tmp\Compte-rendu%20de%20r&#233;uni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FCAE-8DBE-4C74-AC31-73830E73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Compte-rendu de réunion.dot</Template>
  <TotalTime>121</TotalTime>
  <Pages>2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Réunion de suivi de l’avant-projet pour le site Wells reference</vt:lpstr>
    </vt:vector>
  </TitlesOfParts>
  <Manager/>
  <Company>Microsoft Corporation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Réunion de suivi de l’avant-projet pour le site Wells reference</dc:title>
  <dc:subject/>
  <dc:creator>pairis</dc:creator>
  <cp:keywords/>
  <dc:description/>
  <cp:lastModifiedBy>Pairis</cp:lastModifiedBy>
  <cp:revision>45</cp:revision>
  <cp:lastPrinted>2004-01-21T11:22:00Z</cp:lastPrinted>
  <dcterms:created xsi:type="dcterms:W3CDTF">2010-02-02T17:56:00Z</dcterms:created>
  <dcterms:modified xsi:type="dcterms:W3CDTF">2010-02-25T17:23:00Z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TC010184111036</vt:lpwstr>
  </property>
</Properties>
</file>